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DC" w:rsidRPr="000B2B6B" w:rsidRDefault="009B71DC" w:rsidP="00B97BF2">
      <w:pPr>
        <w:spacing w:line="240" w:lineRule="auto"/>
        <w:ind w:left="-72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All ap</w:t>
      </w:r>
      <w:r>
        <w:rPr>
          <w:rFonts w:ascii="Garamond" w:hAnsi="Garamond" w:cs="Garamond"/>
          <w:sz w:val="20"/>
          <w:szCs w:val="20"/>
        </w:rPr>
        <w:t xml:space="preserve">plications sent directly to </w:t>
      </w:r>
      <w:hyperlink r:id="rId6" w:history="1">
        <w:r>
          <w:rPr>
            <w:rStyle w:val="Hyperlink"/>
            <w:rFonts w:ascii="Garamond" w:hAnsi="Garamond" w:cs="Garamond"/>
            <w:sz w:val="20"/>
            <w:szCs w:val="20"/>
          </w:rPr>
          <w:t>mail to:eeas-cpcc-libya@eeas.europa.eu</w:t>
        </w:r>
      </w:hyperlink>
      <w:r>
        <w:rPr>
          <w:rFonts w:ascii="Garamond" w:hAnsi="Garamond" w:cs="Garamond"/>
          <w:sz w:val="20"/>
          <w:szCs w:val="20"/>
        </w:rPr>
        <w:t xml:space="preserve"> </w:t>
      </w:r>
      <w:r w:rsidRPr="000B2B6B">
        <w:rPr>
          <w:rFonts w:ascii="Garamond" w:hAnsi="Garamond" w:cs="Garamond"/>
          <w:sz w:val="20"/>
          <w:szCs w:val="20"/>
        </w:rPr>
        <w:t xml:space="preserve">will be considered under </w:t>
      </w:r>
      <w:r>
        <w:rPr>
          <w:rFonts w:ascii="Garamond" w:hAnsi="Garamond" w:cs="Garamond"/>
          <w:sz w:val="20"/>
          <w:szCs w:val="20"/>
        </w:rPr>
        <w:t xml:space="preserve">applying to </w:t>
      </w:r>
      <w:r w:rsidRPr="000B2B6B">
        <w:rPr>
          <w:rFonts w:ascii="Garamond" w:hAnsi="Garamond" w:cs="Garamond"/>
          <w:sz w:val="20"/>
          <w:szCs w:val="20"/>
        </w:rPr>
        <w:t>the contract regime.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9B71DC" w:rsidRPr="00ED3356" w:rsidRDefault="009B71DC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9B71DC" w:rsidRDefault="009B71DC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Core Team of experts to support the designated HoM for a CSDP Mission in Libya</w:t>
      </w:r>
    </w:p>
    <w:p w:rsidR="009B71DC" w:rsidRDefault="009B71DC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eeas-cpcc-libya@eeas.europa.eu)</w:t>
      </w:r>
    </w:p>
    <w:p w:rsidR="009B71DC" w:rsidRPr="002F28C6" w:rsidRDefault="009B71DC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9B71DC" w:rsidRPr="00D3488E">
        <w:tc>
          <w:tcPr>
            <w:tcW w:w="10126" w:type="dxa"/>
          </w:tcPr>
          <w:p w:rsidR="009B71DC" w:rsidRPr="00D3488E" w:rsidRDefault="009B71DC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9B71DC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9B71DC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9pt;height:9pt">
                        <v:imagedata r:id="rId7" o:title=""/>
                      </v:shape>
                    </w:pict>
                  </w:r>
                </w:p>
                <w:p w:rsidR="009B71DC" w:rsidRPr="00D3488E" w:rsidRDefault="009B71D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9B71DC" w:rsidRPr="00D3488E" w:rsidRDefault="009B71D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7B771F">
                    <w:rPr>
                      <w:rFonts w:ascii="Garamond" w:hAnsi="Garamond" w:cs="Garamond"/>
                    </w:rPr>
                    <w:pict>
                      <v:shape id="_x0000_i1028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29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9B71DC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9B71DC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Contracted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30" type="#_x0000_t75" style="width:9pt;height:9pt">
                        <v:imagedata r:id="rId7" o:title=""/>
                      </v:shape>
                    </w:pict>
                  </w:r>
                </w:p>
                <w:p w:rsidR="009B71DC" w:rsidRPr="00D3488E" w:rsidRDefault="009B71D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 xml:space="preserve">Would you accept a contract of employment for less than six (6) months: 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31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32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No</w:t>
                  </w:r>
                </w:p>
                <w:p w:rsidR="009B71DC" w:rsidRDefault="009B71D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>If selected under contracted status, do you allow the country of your nationality to be informed of your selection notably in order to facilitate the issuance of security clearance.</w:t>
                  </w:r>
                  <w:r w:rsidRPr="00D3488E">
                    <w:rPr>
                      <w:rStyle w:val="FootnoteReference"/>
                      <w:rFonts w:ascii="Garamond" w:hAnsi="Garamond" w:cs="Garamond"/>
                      <w:sz w:val="22"/>
                      <w:szCs w:val="22"/>
                    </w:rPr>
                    <w:footnoteReference w:id="1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?  </w:t>
                  </w:r>
                </w:p>
                <w:p w:rsidR="009B71DC" w:rsidRPr="00D3488E" w:rsidRDefault="009B71D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33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34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9B71DC" w:rsidRPr="00D3488E">
              <w:trPr>
                <w:trHeight w:val="921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the Mission in a position other than those specified above? </w:t>
                  </w:r>
                </w:p>
                <w:p w:rsidR="009B71DC" w:rsidRPr="00D3488E" w:rsidRDefault="009B71D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7B771F">
                    <w:rPr>
                      <w:rFonts w:ascii="Garamond" w:hAnsi="Garamond" w:cs="Garamond"/>
                    </w:rPr>
                    <w:pict>
                      <v:shape id="_x0000_i1035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36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9B71DC" w:rsidRPr="00D3488E" w:rsidRDefault="009B71D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  <w:p w:rsidR="009B71DC" w:rsidRPr="00D3488E" w:rsidRDefault="009B71D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another Mission than the one you are now applying for? </w:t>
                  </w:r>
                </w:p>
                <w:p w:rsidR="009B71DC" w:rsidRPr="00D3488E" w:rsidRDefault="009B71D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7B771F">
                    <w:rPr>
                      <w:rFonts w:ascii="Garamond" w:hAnsi="Garamond" w:cs="Garamond"/>
                    </w:rPr>
                    <w:pict>
                      <v:shape id="_x0000_i1037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38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9B71DC" w:rsidRPr="00D3488E" w:rsidRDefault="009B71D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</w:pP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B71DC" w:rsidRPr="00D3488E" w:rsidRDefault="009B71D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9B71DC" w:rsidRPr="00D3488E" w:rsidRDefault="009B71D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9B71DC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9B71DC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9B71DC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39" type="#_x0000_t75" style="width:9pt;height:9pt">
                        <v:imagedata r:id="rId7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40" type="#_x0000_t75" style="width:9pt;height:9pt">
                        <v:imagedata r:id="rId7" o:title=""/>
                      </v:shape>
                    </w:pict>
                  </w:r>
                </w:p>
              </w:tc>
            </w:tr>
            <w:tr w:rsidR="009B71DC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9B71DC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41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42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B71DC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43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44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B71DC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45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46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B71DC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47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48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9B71DC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49" type="#_x0000_t75" style="width:9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7B771F">
                    <w:rPr>
                      <w:rFonts w:ascii="Garamond" w:hAnsi="Garamond" w:cs="Garamond"/>
                    </w:rPr>
                    <w:pict>
                      <v:shape id="_x0000_i1050" type="#_x0000_t75" style="width:9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9B71DC" w:rsidRPr="00D3488E" w:rsidRDefault="009B71D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9B71DC" w:rsidRPr="00D3488E" w:rsidRDefault="009B71D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9B71DC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B71DC" w:rsidRPr="00D3488E" w:rsidRDefault="009B71DC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B71DC" w:rsidRPr="00D3488E" w:rsidRDefault="009B71D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B71DC" w:rsidRPr="00D3488E" w:rsidRDefault="009B71DC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B71DC" w:rsidRPr="00D3488E" w:rsidRDefault="009B71DC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9B71DC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B71DC" w:rsidRPr="00D3488E" w:rsidRDefault="009B71DC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9B71DC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B71DC" w:rsidRPr="00D3488E" w:rsidRDefault="009B71DC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B71DC" w:rsidRPr="00D3488E" w:rsidRDefault="009B71DC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B71DC" w:rsidRPr="00D3488E" w:rsidRDefault="009B71D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9B71DC" w:rsidRPr="00D3488E" w:rsidRDefault="009B71DC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9B71DC" w:rsidRPr="00D3488E" w:rsidRDefault="009B71DC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9B71DC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9B71DC" w:rsidRPr="00D3488E" w:rsidRDefault="009B71D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B71DC" w:rsidRPr="00D3488E" w:rsidRDefault="009B71DC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9B71DC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9B71DC" w:rsidRPr="00D3488E" w:rsidRDefault="009B71DC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B71DC" w:rsidRPr="00D3488E" w:rsidRDefault="009B71D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9B71DC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9B71DC" w:rsidRPr="00D3488E" w:rsidRDefault="009B71D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9B71DC" w:rsidRPr="00D3488E" w:rsidRDefault="009B71D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9B71DC" w:rsidRPr="00D3488E" w:rsidRDefault="009B71DC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B71DC" w:rsidRPr="00D3488E" w:rsidRDefault="009B71D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B71DC" w:rsidRPr="00D3488E" w:rsidRDefault="009B71D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B71D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B71DC" w:rsidRPr="00D3488E" w:rsidRDefault="009B71D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9B71DC" w:rsidRPr="00D3488E" w:rsidRDefault="009B71D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9B71DC" w:rsidRDefault="009B71DC">
      <w:pPr>
        <w:rPr>
          <w:rFonts w:ascii="Garamond" w:hAnsi="Garamond" w:cs="Garamond"/>
        </w:rPr>
      </w:pPr>
    </w:p>
    <w:p w:rsidR="009B71DC" w:rsidRDefault="009B71DC">
      <w:pPr>
        <w:rPr>
          <w:rFonts w:ascii="Garamond" w:hAnsi="Garamond" w:cs="Garamond"/>
        </w:rPr>
      </w:pPr>
    </w:p>
    <w:p w:rsidR="009B71DC" w:rsidRDefault="009B71DC">
      <w:pPr>
        <w:rPr>
          <w:rFonts w:ascii="Garamond" w:hAnsi="Garamond" w:cs="Garamond"/>
        </w:rPr>
      </w:pPr>
    </w:p>
    <w:p w:rsidR="009B71DC" w:rsidRDefault="009B71DC">
      <w:pPr>
        <w:rPr>
          <w:rFonts w:ascii="Garamond" w:hAnsi="Garamond" w:cs="Garamond"/>
        </w:rPr>
      </w:pPr>
    </w:p>
    <w:p w:rsidR="009B71DC" w:rsidRPr="00F608FF" w:rsidRDefault="009B71DC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9B71DC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9B71D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B71D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B71DC" w:rsidRPr="00D3488E" w:rsidRDefault="009B71DC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9B71D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9B71D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B71D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B71DC" w:rsidRPr="00D3488E" w:rsidRDefault="009B71DC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B71DC" w:rsidRPr="00D3488E" w:rsidRDefault="009B71DC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9B71D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9B71D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B71D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B71DC" w:rsidRPr="00D3488E" w:rsidRDefault="009B71DC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9B71D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B71D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B71DC" w:rsidRPr="00D3488E" w:rsidRDefault="009B71D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9B71DC" w:rsidRPr="00D3488E" w:rsidRDefault="009B71D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B71D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B71DC" w:rsidRPr="00D3488E" w:rsidRDefault="009B71D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B71DC" w:rsidRPr="00D3488E" w:rsidRDefault="009B71D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B71DC" w:rsidRPr="00D3488E" w:rsidRDefault="009B71D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9B71D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9B71D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B71D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B71DC" w:rsidRPr="00D3488E" w:rsidRDefault="009B71DC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9B71D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B71D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B71DC" w:rsidRPr="00D3488E" w:rsidRDefault="009B71D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9B71DC" w:rsidRPr="00D3488E" w:rsidRDefault="009B71D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B71DC" w:rsidRPr="00D3488E" w:rsidRDefault="009B71D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B71D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B71DC" w:rsidRPr="00D3488E" w:rsidRDefault="009B71D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B71DC" w:rsidRPr="00D3488E" w:rsidRDefault="009B71D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B71DC" w:rsidRPr="00D3488E" w:rsidRDefault="009B71D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9B71D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9B71D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B71D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B71DC" w:rsidRPr="00D3488E" w:rsidRDefault="009B71DC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9B71D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B71D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9B71DC" w:rsidRPr="00D3488E" w:rsidRDefault="009B71D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9B71DC" w:rsidRPr="00D3488E" w:rsidRDefault="009B71D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B71D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9B71DC" w:rsidRPr="00D3488E" w:rsidRDefault="009B71D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9B71DC" w:rsidRPr="00D3488E" w:rsidRDefault="009B71D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9B71DC" w:rsidRPr="00D3488E" w:rsidRDefault="009B71D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9B71D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9B71D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9B71D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9B71DC" w:rsidRPr="00D3488E" w:rsidRDefault="009B71DC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9B71D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9B71D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9B71D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9B71D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9B71DC" w:rsidRDefault="009B71DC" w:rsidP="00623EE5"/>
    <w:p w:rsidR="009B71DC" w:rsidRDefault="009B71DC" w:rsidP="00623EE5"/>
    <w:p w:rsidR="009B71DC" w:rsidRDefault="009B71DC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9B71DC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9B71DC" w:rsidRPr="00D3488E" w:rsidRDefault="009B71DC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9B71D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9B71D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9B71D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9B71D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9B71DC" w:rsidRDefault="009B71DC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9B71DC" w:rsidRDefault="009B71DC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8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9B71DC" w:rsidRDefault="009B71DC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9B71DC" w:rsidRPr="00C62154" w:rsidRDefault="009B71DC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9B71DC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9B71DC" w:rsidRPr="00D3488E" w:rsidRDefault="009B71DC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9B71DC" w:rsidRPr="00D3488E">
        <w:trPr>
          <w:trHeight w:val="256"/>
        </w:trPr>
        <w:tc>
          <w:tcPr>
            <w:tcW w:w="2193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9B71DC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9B71DC" w:rsidRDefault="009B71DC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9B71DC" w:rsidRDefault="009B71DC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9B71DC" w:rsidRDefault="009B71DC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9B71DC" w:rsidRDefault="009B71DC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9B71DC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9B71DC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9B71DC" w:rsidRDefault="009B71DC" w:rsidP="00623EE5">
      <w:pPr>
        <w:ind w:hanging="720"/>
        <w:rPr>
          <w:rFonts w:ascii="Garamond" w:hAnsi="Garamond" w:cs="Garamond"/>
          <w:b/>
          <w:bCs/>
        </w:rPr>
      </w:pPr>
    </w:p>
    <w:p w:rsidR="009B71DC" w:rsidRDefault="009B71DC" w:rsidP="00623EE5">
      <w:pPr>
        <w:ind w:hanging="720"/>
        <w:rPr>
          <w:rFonts w:ascii="Garamond" w:hAnsi="Garamond" w:cs="Garamond"/>
          <w:b/>
          <w:bCs/>
        </w:rPr>
      </w:pPr>
    </w:p>
    <w:p w:rsidR="009B71DC" w:rsidRDefault="009B71DC" w:rsidP="00623EE5">
      <w:pPr>
        <w:ind w:hanging="720"/>
        <w:rPr>
          <w:rFonts w:ascii="Garamond" w:hAnsi="Garamond" w:cs="Garamond"/>
          <w:b/>
          <w:bCs/>
        </w:rPr>
      </w:pPr>
    </w:p>
    <w:p w:rsidR="009B71DC" w:rsidRDefault="009B71DC" w:rsidP="00623EE5">
      <w:pPr>
        <w:ind w:hanging="720"/>
        <w:rPr>
          <w:rFonts w:ascii="Garamond" w:hAnsi="Garamond" w:cs="Garamond"/>
          <w:b/>
          <w:bCs/>
        </w:rPr>
      </w:pPr>
    </w:p>
    <w:p w:rsidR="009B71DC" w:rsidRDefault="009B71DC" w:rsidP="00623EE5">
      <w:pPr>
        <w:ind w:hanging="720"/>
        <w:rPr>
          <w:rFonts w:ascii="Garamond" w:hAnsi="Garamond" w:cs="Garamond"/>
          <w:b/>
          <w:bCs/>
        </w:rPr>
      </w:pPr>
    </w:p>
    <w:p w:rsidR="009B71DC" w:rsidRDefault="009B71DC" w:rsidP="00623EE5">
      <w:pPr>
        <w:ind w:hanging="720"/>
        <w:rPr>
          <w:rFonts w:ascii="Garamond" w:hAnsi="Garamond" w:cs="Garamond"/>
          <w:b/>
          <w:bCs/>
        </w:rPr>
      </w:pPr>
    </w:p>
    <w:p w:rsidR="009B71DC" w:rsidRDefault="009B71DC" w:rsidP="00623EE5">
      <w:pPr>
        <w:ind w:hanging="720"/>
        <w:rPr>
          <w:rFonts w:ascii="Garamond" w:hAnsi="Garamond" w:cs="Garamond"/>
          <w:b/>
          <w:bCs/>
        </w:rPr>
      </w:pPr>
    </w:p>
    <w:p w:rsidR="009B71DC" w:rsidRDefault="009B71DC" w:rsidP="00623EE5">
      <w:pPr>
        <w:ind w:hanging="720"/>
        <w:rPr>
          <w:rFonts w:ascii="Garamond" w:hAnsi="Garamond" w:cs="Garamond"/>
          <w:b/>
          <w:bCs/>
        </w:rPr>
      </w:pPr>
    </w:p>
    <w:p w:rsidR="009B71DC" w:rsidRDefault="009B71DC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9B71DC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9B71DC" w:rsidRPr="00D3488E">
        <w:trPr>
          <w:trHeight w:val="299"/>
        </w:trPr>
        <w:tc>
          <w:tcPr>
            <w:tcW w:w="7951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9B71DC" w:rsidRPr="00D3488E" w:rsidRDefault="009B71DC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B771F">
              <w:rPr>
                <w:rFonts w:ascii="Garamond" w:hAnsi="Garamond" w:cs="Garamond"/>
              </w:rPr>
              <w:pict>
                <v:shape id="_x0000_i1051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7B771F">
              <w:rPr>
                <w:rFonts w:ascii="Garamond" w:hAnsi="Garamond" w:cs="Garamond"/>
              </w:rPr>
              <w:pict>
                <v:shape id="_x0000_i1052" type="#_x0000_t75" style="width:9pt;height:9pt">
                  <v:imagedata r:id="rId7" o:title=""/>
                </v:shape>
              </w:pict>
            </w:r>
          </w:p>
        </w:tc>
      </w:tr>
      <w:tr w:rsidR="009B71DC" w:rsidRPr="00D3488E">
        <w:trPr>
          <w:trHeight w:val="299"/>
        </w:trPr>
        <w:tc>
          <w:tcPr>
            <w:tcW w:w="7951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B771F">
              <w:rPr>
                <w:rFonts w:ascii="Garamond" w:hAnsi="Garamond" w:cs="Garamond"/>
              </w:rPr>
              <w:pict>
                <v:shape id="_x0000_i1053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7B771F">
              <w:rPr>
                <w:rFonts w:ascii="Garamond" w:hAnsi="Garamond" w:cs="Garamond"/>
              </w:rPr>
              <w:pict>
                <v:shape id="_x0000_i1054" type="#_x0000_t75" style="width:9pt;height:9pt">
                  <v:imagedata r:id="rId7" o:title=""/>
                </v:shape>
              </w:pict>
            </w:r>
          </w:p>
        </w:tc>
      </w:tr>
      <w:tr w:rsidR="009B71DC" w:rsidRPr="00D3488E">
        <w:trPr>
          <w:trHeight w:val="299"/>
        </w:trPr>
        <w:tc>
          <w:tcPr>
            <w:tcW w:w="7951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B771F">
              <w:rPr>
                <w:rFonts w:ascii="Garamond" w:hAnsi="Garamond" w:cs="Garamond"/>
              </w:rPr>
              <w:pict>
                <v:shape id="_x0000_i1055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7B771F">
              <w:rPr>
                <w:rFonts w:ascii="Garamond" w:hAnsi="Garamond" w:cs="Garamond"/>
              </w:rPr>
              <w:pict>
                <v:shape id="_x0000_i1056" type="#_x0000_t75" style="width:9pt;height:9pt">
                  <v:imagedata r:id="rId7" o:title=""/>
                </v:shape>
              </w:pict>
            </w:r>
          </w:p>
        </w:tc>
      </w:tr>
      <w:tr w:rsidR="009B71DC" w:rsidRPr="00D3488E">
        <w:trPr>
          <w:trHeight w:val="299"/>
        </w:trPr>
        <w:tc>
          <w:tcPr>
            <w:tcW w:w="7951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B771F">
              <w:rPr>
                <w:rFonts w:ascii="Garamond" w:hAnsi="Garamond" w:cs="Garamond"/>
              </w:rPr>
              <w:pict>
                <v:shape id="_x0000_i1057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7B771F">
              <w:rPr>
                <w:rFonts w:ascii="Garamond" w:hAnsi="Garamond" w:cs="Garamond"/>
              </w:rPr>
              <w:pict>
                <v:shape id="_x0000_i1058" type="#_x0000_t75" style="width:9pt;height:9pt">
                  <v:imagedata r:id="rId7" o:title=""/>
                </v:shape>
              </w:pict>
            </w:r>
          </w:p>
        </w:tc>
      </w:tr>
      <w:tr w:rsidR="009B71DC" w:rsidRPr="00D3488E">
        <w:trPr>
          <w:trHeight w:val="299"/>
        </w:trPr>
        <w:tc>
          <w:tcPr>
            <w:tcW w:w="7951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B771F">
              <w:rPr>
                <w:rFonts w:ascii="Garamond" w:hAnsi="Garamond" w:cs="Garamond"/>
              </w:rPr>
              <w:pict>
                <v:shape id="_x0000_i1059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7B771F">
              <w:rPr>
                <w:rFonts w:ascii="Garamond" w:hAnsi="Garamond" w:cs="Garamond"/>
              </w:rPr>
              <w:pict>
                <v:shape id="_x0000_i1060" type="#_x0000_t75" style="width:9pt;height:9pt">
                  <v:imagedata r:id="rId7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9B71DC" w:rsidRPr="00D3488E">
        <w:trPr>
          <w:trHeight w:val="299"/>
        </w:trPr>
        <w:tc>
          <w:tcPr>
            <w:tcW w:w="7951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B771F">
              <w:rPr>
                <w:rFonts w:ascii="Garamond" w:hAnsi="Garamond" w:cs="Garamond"/>
              </w:rPr>
              <w:pict>
                <v:shape id="_x0000_i1061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7B771F">
              <w:rPr>
                <w:rFonts w:ascii="Garamond" w:hAnsi="Garamond" w:cs="Garamond"/>
              </w:rPr>
              <w:pict>
                <v:shape id="_x0000_i1062" type="#_x0000_t75" style="width:9pt;height:9pt">
                  <v:imagedata r:id="rId7" o:title=""/>
                </v:shape>
              </w:pict>
            </w:r>
          </w:p>
        </w:tc>
      </w:tr>
      <w:tr w:rsidR="009B71DC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9B71DC" w:rsidRPr="00D3488E">
        <w:trPr>
          <w:trHeight w:val="299"/>
        </w:trPr>
        <w:tc>
          <w:tcPr>
            <w:tcW w:w="9956" w:type="dxa"/>
            <w:gridSpan w:val="4"/>
          </w:tcPr>
          <w:p w:rsidR="009B71DC" w:rsidRPr="00D3488E" w:rsidRDefault="009B71DC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9B71DC" w:rsidRPr="00D3488E">
        <w:trPr>
          <w:trHeight w:val="299"/>
        </w:trPr>
        <w:tc>
          <w:tcPr>
            <w:tcW w:w="7951" w:type="dxa"/>
            <w:gridSpan w:val="3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7B771F">
              <w:rPr>
                <w:rFonts w:ascii="Garamond" w:hAnsi="Garamond" w:cs="Garamond"/>
              </w:rPr>
              <w:pict>
                <v:shape id="_x0000_i1063" type="#_x0000_t75" style="width:9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7B771F">
              <w:rPr>
                <w:rFonts w:ascii="Garamond" w:hAnsi="Garamond" w:cs="Garamond"/>
              </w:rPr>
              <w:pict>
                <v:shape id="_x0000_i1064" type="#_x0000_t75" style="width:9pt;height:9pt">
                  <v:imagedata r:id="rId7" o:title=""/>
                </v:shape>
              </w:pict>
            </w:r>
          </w:p>
        </w:tc>
      </w:tr>
      <w:tr w:rsidR="009B71DC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9B71DC" w:rsidRPr="00D3488E" w:rsidRDefault="009B71D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9B71DC" w:rsidRDefault="009B71DC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9B71DC" w:rsidRDefault="009B71DC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9B71DC" w:rsidRDefault="009B71DC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9B71DC" w:rsidRPr="00E16E5D" w:rsidRDefault="009B71DC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9B71DC" w:rsidRPr="00E16E5D" w:rsidSect="00292ACC">
      <w:headerReference w:type="first" r:id="rId9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1DC" w:rsidRDefault="009B71DC">
      <w:pPr>
        <w:spacing w:line="240" w:lineRule="auto"/>
      </w:pPr>
      <w:r>
        <w:separator/>
      </w:r>
    </w:p>
  </w:endnote>
  <w:endnote w:type="continuationSeparator" w:id="0">
    <w:p w:rsidR="009B71DC" w:rsidRDefault="009B71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1DC" w:rsidRDefault="009B71DC">
      <w:pPr>
        <w:spacing w:line="240" w:lineRule="auto"/>
      </w:pPr>
      <w:r>
        <w:separator/>
      </w:r>
    </w:p>
  </w:footnote>
  <w:footnote w:type="continuationSeparator" w:id="0">
    <w:p w:rsidR="009B71DC" w:rsidRDefault="009B71DC">
      <w:pPr>
        <w:spacing w:line="240" w:lineRule="auto"/>
      </w:pPr>
      <w:r>
        <w:continuationSeparator/>
      </w:r>
    </w:p>
  </w:footnote>
  <w:footnote w:id="1">
    <w:p w:rsidR="009B71DC" w:rsidRDefault="009B71DC" w:rsidP="002F28C6">
      <w:pPr>
        <w:pStyle w:val="FootnoteText"/>
        <w:spacing w:beforeAutospacing="1" w:afterAutospacing="1"/>
        <w:ind w:left="360" w:right="-360" w:hanging="1080"/>
      </w:pPr>
      <w:r w:rsidRPr="005777F6">
        <w:rPr>
          <w:rStyle w:val="FootnoteReference"/>
          <w:sz w:val="18"/>
          <w:szCs w:val="18"/>
          <w:lang w:val="en-GB"/>
        </w:rPr>
        <w:footnoteRef/>
      </w:r>
      <w:r w:rsidRPr="005777F6">
        <w:rPr>
          <w:sz w:val="18"/>
          <w:szCs w:val="18"/>
          <w:lang w:val="en-GB"/>
        </w:rPr>
        <w:t xml:space="preserve"> It is the responsibility of the selected contracted </w:t>
      </w:r>
      <w:r>
        <w:rPr>
          <w:sz w:val="18"/>
          <w:szCs w:val="18"/>
          <w:lang w:val="en-GB"/>
        </w:rPr>
        <w:t>candidate</w:t>
      </w:r>
      <w:r w:rsidRPr="005777F6">
        <w:rPr>
          <w:sz w:val="18"/>
          <w:szCs w:val="18"/>
          <w:lang w:val="en-GB"/>
        </w:rPr>
        <w:t xml:space="preserve"> to </w:t>
      </w:r>
      <w:r>
        <w:rPr>
          <w:sz w:val="18"/>
          <w:szCs w:val="18"/>
          <w:lang w:val="en-GB"/>
        </w:rPr>
        <w:t xml:space="preserve">make </w:t>
      </w:r>
      <w:r w:rsidRPr="005777F6">
        <w:rPr>
          <w:sz w:val="18"/>
          <w:szCs w:val="18"/>
          <w:lang w:val="en-GB"/>
        </w:rPr>
        <w:t xml:space="preserve">the necessary </w:t>
      </w:r>
      <w:r>
        <w:rPr>
          <w:sz w:val="18"/>
          <w:szCs w:val="18"/>
          <w:lang w:val="en-GB"/>
        </w:rPr>
        <w:t xml:space="preserve">arrangements in order to obtain </w:t>
      </w:r>
      <w:r w:rsidRPr="005777F6">
        <w:rPr>
          <w:sz w:val="18"/>
          <w:szCs w:val="18"/>
          <w:lang w:val="en-GB"/>
        </w:rPr>
        <w:t xml:space="preserve">security </w:t>
      </w:r>
      <w:r>
        <w:rPr>
          <w:sz w:val="18"/>
          <w:szCs w:val="18"/>
          <w:lang w:val="en-GB"/>
        </w:rPr>
        <w:t>c</w:t>
      </w:r>
      <w:r w:rsidRPr="005777F6">
        <w:rPr>
          <w:sz w:val="18"/>
          <w:szCs w:val="18"/>
          <w:lang w:val="en-GB"/>
        </w:rPr>
        <w:t>learance</w:t>
      </w:r>
      <w:r>
        <w:rPr>
          <w:sz w:val="18"/>
          <w:szCs w:val="18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9B71DC" w:rsidRPr="00D3488E">
      <w:trPr>
        <w:trHeight w:val="289"/>
      </w:trPr>
      <w:tc>
        <w:tcPr>
          <w:tcW w:w="10080" w:type="dxa"/>
          <w:vAlign w:val="center"/>
        </w:tcPr>
        <w:p w:rsidR="009B71DC" w:rsidRPr="00D3488E" w:rsidRDefault="009B71DC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9B71DC" w:rsidRPr="00D3488E">
      <w:trPr>
        <w:trHeight w:val="1111"/>
      </w:trPr>
      <w:tc>
        <w:tcPr>
          <w:tcW w:w="10080" w:type="dxa"/>
          <w:vAlign w:val="center"/>
        </w:tcPr>
        <w:p w:rsidR="009B71DC" w:rsidRPr="00D3488E" w:rsidRDefault="009B71DC" w:rsidP="00C7763B">
          <w:pPr>
            <w:pStyle w:val="ZDGName"/>
            <w:jc w:val="center"/>
            <w:rPr>
              <w:rFonts w:cs="Times New Roman"/>
            </w:rPr>
          </w:pPr>
          <w:r w:rsidRPr="007B771F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9B71DC" w:rsidRPr="00ED3356" w:rsidRDefault="009B71DC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0F90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4CF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3DAD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9B5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342"/>
    <w:rsid w:val="003F7AFB"/>
    <w:rsid w:val="00402C5C"/>
    <w:rsid w:val="00403F28"/>
    <w:rsid w:val="0040553A"/>
    <w:rsid w:val="004055C6"/>
    <w:rsid w:val="00405690"/>
    <w:rsid w:val="00406E34"/>
    <w:rsid w:val="00407F73"/>
    <w:rsid w:val="004102CF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698D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E0AB1"/>
    <w:rsid w:val="005E1935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C11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0616C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37F80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B771F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21C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7DD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199A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B71DC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D51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1A06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1E37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10E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4F1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2E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51D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val="en-GB"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698D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98D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698D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698D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698D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en/resources/european-language-levels-ce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pcc.eummgeorgia@eeas.europa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1490</Words>
  <Characters>8498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Administrator</cp:lastModifiedBy>
  <cp:revision>8</cp:revision>
  <cp:lastPrinted>2011-06-20T16:19:00Z</cp:lastPrinted>
  <dcterms:created xsi:type="dcterms:W3CDTF">2013-02-25T15:55:00Z</dcterms:created>
  <dcterms:modified xsi:type="dcterms:W3CDTF">2013-02-25T16:40:00Z</dcterms:modified>
</cp:coreProperties>
</file>