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4B" w:rsidRPr="000B2B6B" w:rsidRDefault="0045064B" w:rsidP="00B97BF2">
      <w:pPr>
        <w:spacing w:line="240" w:lineRule="auto"/>
        <w:ind w:left="-72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All ap</w:t>
      </w:r>
      <w:r>
        <w:rPr>
          <w:rFonts w:ascii="Garamond" w:hAnsi="Garamond" w:cs="Garamond"/>
          <w:sz w:val="20"/>
          <w:szCs w:val="20"/>
        </w:rPr>
        <w:t xml:space="preserve">plications sent directly by email to </w:t>
      </w:r>
      <w:hyperlink r:id="rId6" w:history="1">
        <w:r>
          <w:rPr>
            <w:rStyle w:val="Hyperlink"/>
            <w:rFonts w:ascii="Garamond" w:hAnsi="Garamond" w:cs="Garamond"/>
            <w:sz w:val="20"/>
            <w:szCs w:val="20"/>
          </w:rPr>
          <w:t>cpcc.eupolrdcongo@eeas.europa.eu</w:t>
        </w:r>
      </w:hyperlink>
      <w:r>
        <w:rPr>
          <w:rFonts w:ascii="Garamond" w:hAnsi="Garamond" w:cs="Garamond"/>
          <w:sz w:val="20"/>
          <w:szCs w:val="20"/>
        </w:rPr>
        <w:t xml:space="preserve"> </w:t>
      </w:r>
      <w:r w:rsidRPr="000B2B6B">
        <w:rPr>
          <w:rFonts w:ascii="Garamond" w:hAnsi="Garamond" w:cs="Garamond"/>
          <w:sz w:val="20"/>
          <w:szCs w:val="20"/>
        </w:rPr>
        <w:t xml:space="preserve">will be considered </w:t>
      </w:r>
      <w:r>
        <w:rPr>
          <w:rFonts w:ascii="Garamond" w:hAnsi="Garamond" w:cs="Garamond"/>
          <w:sz w:val="20"/>
          <w:szCs w:val="20"/>
        </w:rPr>
        <w:t>as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applying under </w:t>
      </w:r>
      <w:r w:rsidRPr="000B2B6B">
        <w:rPr>
          <w:rFonts w:ascii="Garamond" w:hAnsi="Garamond" w:cs="Garamond"/>
          <w:sz w:val="20"/>
          <w:szCs w:val="20"/>
        </w:rPr>
        <w:t>the contract re</w:t>
      </w:r>
      <w:r>
        <w:rPr>
          <w:rFonts w:ascii="Garamond" w:hAnsi="Garamond" w:cs="Garamond"/>
          <w:sz w:val="20"/>
          <w:szCs w:val="20"/>
        </w:rPr>
        <w:t xml:space="preserve">gime. Please fill in </w:t>
      </w:r>
      <w:r w:rsidRPr="000B2B6B">
        <w:rPr>
          <w:rFonts w:ascii="Garamond" w:hAnsi="Garamond" w:cs="Garamond"/>
          <w:sz w:val="20"/>
          <w:szCs w:val="20"/>
        </w:rPr>
        <w:t xml:space="preserve">the application </w:t>
      </w:r>
      <w:r>
        <w:rPr>
          <w:rFonts w:ascii="Garamond" w:hAnsi="Garamond" w:cs="Garamond"/>
          <w:sz w:val="20"/>
          <w:szCs w:val="20"/>
        </w:rPr>
        <w:t xml:space="preserve">completely </w:t>
      </w:r>
      <w:r w:rsidRPr="000B2B6B">
        <w:rPr>
          <w:rFonts w:ascii="Garamond" w:hAnsi="Garamond" w:cs="Garamond"/>
          <w:sz w:val="20"/>
          <w:szCs w:val="20"/>
        </w:rPr>
        <w:t>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45064B" w:rsidRPr="00ED3356" w:rsidRDefault="0045064B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45064B" w:rsidRDefault="0045064B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(EUPOL RD Congo)</w:t>
      </w:r>
    </w:p>
    <w:p w:rsidR="0045064B" w:rsidRDefault="0045064B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cpcc.eupolrdcongo@eeas.europa.eu)</w:t>
      </w:r>
    </w:p>
    <w:p w:rsidR="0045064B" w:rsidRPr="002F28C6" w:rsidRDefault="0045064B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45064B" w:rsidRPr="00D3488E">
        <w:tc>
          <w:tcPr>
            <w:tcW w:w="10126" w:type="dxa"/>
          </w:tcPr>
          <w:p w:rsidR="0045064B" w:rsidRPr="00D3488E" w:rsidRDefault="0045064B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45064B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45064B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9pt;height:9pt">
                        <v:imagedata r:id="rId7" o:title=""/>
                      </v:shape>
                    </w:pict>
                  </w:r>
                </w:p>
                <w:p w:rsidR="0045064B" w:rsidRPr="00D3488E" w:rsidRDefault="0045064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45064B" w:rsidRPr="00D3488E" w:rsidRDefault="0045064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C94921">
                    <w:rPr>
                      <w:rFonts w:ascii="Garamond" w:hAnsi="Garamond" w:cs="Garamond"/>
                    </w:rPr>
                    <w:pict>
                      <v:shape id="_x0000_i1028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29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45064B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45064B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Contracted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30" type="#_x0000_t75" style="width:9pt;height:9pt">
                        <v:imagedata r:id="rId7" o:title=""/>
                      </v:shape>
                    </w:pict>
                  </w:r>
                </w:p>
                <w:p w:rsidR="0045064B" w:rsidRPr="00D3488E" w:rsidRDefault="0045064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 xml:space="preserve">Would you accept a contract of employment for less than six (6) months: 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31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32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No</w:t>
                  </w:r>
                </w:p>
                <w:p w:rsidR="0045064B" w:rsidRDefault="0045064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>If selected under contracted status, do you allow the country of your nationality to be informed of your selection notably in order to facilitate the issuance of security clearance.</w:t>
                  </w:r>
                  <w:r w:rsidRPr="00D3488E">
                    <w:rPr>
                      <w:rStyle w:val="FootnoteReference"/>
                      <w:rFonts w:ascii="Garamond" w:hAnsi="Garamond" w:cs="Garamond"/>
                      <w:sz w:val="22"/>
                      <w:szCs w:val="22"/>
                    </w:rPr>
                    <w:footnoteReference w:id="1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?  </w:t>
                  </w:r>
                </w:p>
                <w:p w:rsidR="0045064B" w:rsidRPr="00D3488E" w:rsidRDefault="0045064B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33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34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45064B" w:rsidRPr="00D3488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the Mission in a position other than those specified above? </w:t>
                  </w:r>
                </w:p>
                <w:p w:rsidR="0045064B" w:rsidRPr="00D3488E" w:rsidRDefault="0045064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C94921">
                    <w:rPr>
                      <w:rFonts w:ascii="Garamond" w:hAnsi="Garamond" w:cs="Garamond"/>
                    </w:rPr>
                    <w:pict>
                      <v:shape id="_x0000_i1035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36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45064B" w:rsidRPr="00D3488E" w:rsidRDefault="0045064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  <w:p w:rsidR="0045064B" w:rsidRPr="00D3488E" w:rsidRDefault="0045064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another Mission than the one you are now applying for? </w:t>
                  </w:r>
                </w:p>
                <w:p w:rsidR="0045064B" w:rsidRPr="00D3488E" w:rsidRDefault="0045064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C94921">
                    <w:rPr>
                      <w:rFonts w:ascii="Garamond" w:hAnsi="Garamond" w:cs="Garamond"/>
                    </w:rPr>
                    <w:pict>
                      <v:shape id="_x0000_i1037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38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45064B" w:rsidRPr="00D3488E" w:rsidRDefault="0045064B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</w:pP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5064B" w:rsidRPr="00D3488E" w:rsidRDefault="0045064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45064B" w:rsidRPr="00D3488E" w:rsidRDefault="0045064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45064B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45064B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45064B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39" type="#_x0000_t75" style="width:9pt;height:9pt">
                        <v:imagedata r:id="rId7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0" type="#_x0000_t75" style="width:9pt;height:9pt">
                        <v:imagedata r:id="rId7" o:title=""/>
                      </v:shape>
                    </w:pict>
                  </w:r>
                </w:p>
              </w:tc>
            </w:tr>
            <w:tr w:rsidR="0045064B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45064B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1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2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064B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3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4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064B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5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6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064B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7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8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45064B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49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C94921">
                    <w:rPr>
                      <w:rFonts w:ascii="Garamond" w:hAnsi="Garamond" w:cs="Garamond"/>
                    </w:rPr>
                    <w:pict>
                      <v:shape id="_x0000_i1050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45064B" w:rsidRPr="00D3488E" w:rsidRDefault="0045064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45064B" w:rsidRPr="00D3488E" w:rsidRDefault="0045064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45064B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064B" w:rsidRPr="00D3488E" w:rsidRDefault="0045064B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064B" w:rsidRPr="00D3488E" w:rsidRDefault="0045064B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064B" w:rsidRPr="00D3488E" w:rsidRDefault="0045064B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5064B" w:rsidRPr="00D3488E" w:rsidRDefault="0045064B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45064B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064B" w:rsidRPr="00D3488E" w:rsidRDefault="0045064B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45064B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064B" w:rsidRPr="00D3488E" w:rsidRDefault="0045064B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064B" w:rsidRPr="00D3488E" w:rsidRDefault="0045064B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5064B" w:rsidRPr="00D3488E" w:rsidRDefault="0045064B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45064B" w:rsidRPr="00D3488E" w:rsidRDefault="0045064B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45064B" w:rsidRPr="00D3488E" w:rsidRDefault="0045064B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45064B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45064B" w:rsidRPr="00D3488E" w:rsidRDefault="0045064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064B" w:rsidRPr="00D3488E" w:rsidRDefault="0045064B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45064B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45064B" w:rsidRPr="00D3488E" w:rsidRDefault="0045064B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064B" w:rsidRPr="00D3488E" w:rsidRDefault="0045064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45064B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45064B" w:rsidRPr="00D3488E" w:rsidRDefault="0045064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45064B" w:rsidRPr="00D3488E" w:rsidRDefault="0045064B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45064B" w:rsidRPr="00D3488E" w:rsidRDefault="0045064B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64B" w:rsidRPr="00D3488E" w:rsidRDefault="0045064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5064B" w:rsidRPr="00D3488E" w:rsidRDefault="0045064B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5064B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5064B" w:rsidRPr="00D3488E" w:rsidRDefault="0045064B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45064B" w:rsidRPr="00D3488E" w:rsidRDefault="0045064B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45064B" w:rsidRDefault="0045064B">
      <w:pPr>
        <w:rPr>
          <w:rFonts w:ascii="Garamond" w:hAnsi="Garamond" w:cs="Garamond"/>
        </w:rPr>
      </w:pPr>
    </w:p>
    <w:p w:rsidR="0045064B" w:rsidRDefault="0045064B">
      <w:pPr>
        <w:rPr>
          <w:rFonts w:ascii="Garamond" w:hAnsi="Garamond" w:cs="Garamond"/>
        </w:rPr>
      </w:pPr>
    </w:p>
    <w:p w:rsidR="0045064B" w:rsidRDefault="0045064B">
      <w:pPr>
        <w:rPr>
          <w:rFonts w:ascii="Garamond" w:hAnsi="Garamond" w:cs="Garamond"/>
        </w:rPr>
      </w:pPr>
    </w:p>
    <w:p w:rsidR="0045064B" w:rsidRDefault="0045064B">
      <w:pPr>
        <w:rPr>
          <w:rFonts w:ascii="Garamond" w:hAnsi="Garamond" w:cs="Garamond"/>
        </w:rPr>
      </w:pPr>
    </w:p>
    <w:p w:rsidR="0045064B" w:rsidRPr="00F608FF" w:rsidRDefault="0045064B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45064B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45064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064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064B" w:rsidRPr="00D3488E" w:rsidRDefault="0045064B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45064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45064B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064B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45064B" w:rsidRPr="00D3488E" w:rsidRDefault="0045064B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5064B" w:rsidRPr="00D3488E" w:rsidRDefault="0045064B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45064B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45064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064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064B" w:rsidRPr="00D3488E" w:rsidRDefault="0045064B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45064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5064B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45064B" w:rsidRPr="00D3488E" w:rsidRDefault="0045064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45064B" w:rsidRPr="00D3488E" w:rsidRDefault="0045064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064B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5064B" w:rsidRPr="00D3488E" w:rsidRDefault="0045064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45064B" w:rsidRPr="00D3488E" w:rsidRDefault="0045064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5064B" w:rsidRPr="00D3488E" w:rsidRDefault="0045064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45064B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45064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064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064B" w:rsidRPr="00D3488E" w:rsidRDefault="0045064B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45064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5064B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45064B" w:rsidRPr="00D3488E" w:rsidRDefault="0045064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45064B" w:rsidRPr="00D3488E" w:rsidRDefault="0045064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064B" w:rsidRPr="00D3488E" w:rsidRDefault="0045064B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064B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5064B" w:rsidRPr="00D3488E" w:rsidRDefault="0045064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45064B" w:rsidRPr="00D3488E" w:rsidRDefault="0045064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5064B" w:rsidRPr="00D3488E" w:rsidRDefault="0045064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45064B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45064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064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064B" w:rsidRPr="00D3488E" w:rsidRDefault="0045064B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45064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5064B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45064B" w:rsidRPr="00D3488E" w:rsidRDefault="0045064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45064B" w:rsidRPr="00D3488E" w:rsidRDefault="0045064B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064B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5064B" w:rsidRPr="00D3488E" w:rsidRDefault="0045064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45064B" w:rsidRPr="00D3488E" w:rsidRDefault="0045064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5064B" w:rsidRPr="00D3488E" w:rsidRDefault="0045064B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45064B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45064B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45064B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45064B" w:rsidRPr="00D3488E" w:rsidRDefault="0045064B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45064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45064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45064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45064B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45064B" w:rsidRDefault="0045064B" w:rsidP="00623EE5"/>
    <w:p w:rsidR="0045064B" w:rsidRDefault="0045064B" w:rsidP="00623EE5"/>
    <w:p w:rsidR="0045064B" w:rsidRDefault="0045064B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45064B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45064B" w:rsidRPr="00D3488E" w:rsidRDefault="0045064B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45064B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45064B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45064B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45064B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45064B" w:rsidRDefault="0045064B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45064B" w:rsidRDefault="0045064B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8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45064B" w:rsidRDefault="0045064B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45064B" w:rsidRPr="00C62154" w:rsidRDefault="0045064B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45064B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45064B" w:rsidRPr="00D3488E" w:rsidRDefault="0045064B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45064B" w:rsidRPr="00D3488E">
        <w:trPr>
          <w:trHeight w:val="256"/>
        </w:trPr>
        <w:tc>
          <w:tcPr>
            <w:tcW w:w="2193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45064B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45064B" w:rsidRDefault="0045064B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45064B" w:rsidRDefault="0045064B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45064B" w:rsidRDefault="0045064B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45064B" w:rsidRDefault="0045064B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45064B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45064B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45064B" w:rsidRDefault="0045064B" w:rsidP="00623EE5">
      <w:pPr>
        <w:ind w:hanging="720"/>
        <w:rPr>
          <w:rFonts w:ascii="Garamond" w:hAnsi="Garamond" w:cs="Garamond"/>
          <w:b/>
          <w:bCs/>
        </w:rPr>
      </w:pPr>
    </w:p>
    <w:p w:rsidR="0045064B" w:rsidRDefault="0045064B" w:rsidP="00623EE5">
      <w:pPr>
        <w:ind w:hanging="720"/>
        <w:rPr>
          <w:rFonts w:ascii="Garamond" w:hAnsi="Garamond" w:cs="Garamond"/>
          <w:b/>
          <w:bCs/>
        </w:rPr>
      </w:pPr>
    </w:p>
    <w:p w:rsidR="0045064B" w:rsidRDefault="0045064B" w:rsidP="00623EE5">
      <w:pPr>
        <w:ind w:hanging="720"/>
        <w:rPr>
          <w:rFonts w:ascii="Garamond" w:hAnsi="Garamond" w:cs="Garamond"/>
          <w:b/>
          <w:bCs/>
        </w:rPr>
      </w:pPr>
    </w:p>
    <w:p w:rsidR="0045064B" w:rsidRDefault="0045064B" w:rsidP="00623EE5">
      <w:pPr>
        <w:ind w:hanging="720"/>
        <w:rPr>
          <w:rFonts w:ascii="Garamond" w:hAnsi="Garamond" w:cs="Garamond"/>
          <w:b/>
          <w:bCs/>
        </w:rPr>
      </w:pPr>
    </w:p>
    <w:p w:rsidR="0045064B" w:rsidRDefault="0045064B" w:rsidP="00623EE5">
      <w:pPr>
        <w:ind w:hanging="720"/>
        <w:rPr>
          <w:rFonts w:ascii="Garamond" w:hAnsi="Garamond" w:cs="Garamond"/>
          <w:b/>
          <w:bCs/>
        </w:rPr>
      </w:pPr>
    </w:p>
    <w:p w:rsidR="0045064B" w:rsidRDefault="0045064B" w:rsidP="00623EE5">
      <w:pPr>
        <w:ind w:hanging="720"/>
        <w:rPr>
          <w:rFonts w:ascii="Garamond" w:hAnsi="Garamond" w:cs="Garamond"/>
          <w:b/>
          <w:bCs/>
        </w:rPr>
      </w:pPr>
    </w:p>
    <w:p w:rsidR="0045064B" w:rsidRDefault="0045064B" w:rsidP="00623EE5">
      <w:pPr>
        <w:ind w:hanging="720"/>
        <w:rPr>
          <w:rFonts w:ascii="Garamond" w:hAnsi="Garamond" w:cs="Garamond"/>
          <w:b/>
          <w:bCs/>
        </w:rPr>
      </w:pPr>
    </w:p>
    <w:p w:rsidR="0045064B" w:rsidRDefault="0045064B" w:rsidP="00623EE5">
      <w:pPr>
        <w:ind w:hanging="720"/>
        <w:rPr>
          <w:rFonts w:ascii="Garamond" w:hAnsi="Garamond" w:cs="Garamond"/>
          <w:b/>
          <w:bCs/>
        </w:rPr>
      </w:pPr>
    </w:p>
    <w:p w:rsidR="0045064B" w:rsidRDefault="0045064B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45064B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45064B" w:rsidRPr="00D3488E">
        <w:trPr>
          <w:trHeight w:val="299"/>
        </w:trPr>
        <w:tc>
          <w:tcPr>
            <w:tcW w:w="7951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45064B" w:rsidRPr="00D3488E" w:rsidRDefault="0045064B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94921">
              <w:rPr>
                <w:rFonts w:ascii="Garamond" w:hAnsi="Garamond" w:cs="Garamond"/>
              </w:rPr>
              <w:pict>
                <v:shape id="_x0000_i1051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C94921">
              <w:rPr>
                <w:rFonts w:ascii="Garamond" w:hAnsi="Garamond" w:cs="Garamond"/>
              </w:rPr>
              <w:pict>
                <v:shape id="_x0000_i1052" type="#_x0000_t75" style="width:9pt;height:9pt">
                  <v:imagedata r:id="rId7" o:title=""/>
                </v:shape>
              </w:pict>
            </w:r>
          </w:p>
        </w:tc>
      </w:tr>
      <w:tr w:rsidR="0045064B" w:rsidRPr="00D3488E">
        <w:trPr>
          <w:trHeight w:val="299"/>
        </w:trPr>
        <w:tc>
          <w:tcPr>
            <w:tcW w:w="7951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94921">
              <w:rPr>
                <w:rFonts w:ascii="Garamond" w:hAnsi="Garamond" w:cs="Garamond"/>
              </w:rPr>
              <w:pict>
                <v:shape id="_x0000_i1053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94921">
              <w:rPr>
                <w:rFonts w:ascii="Garamond" w:hAnsi="Garamond" w:cs="Garamond"/>
              </w:rPr>
              <w:pict>
                <v:shape id="_x0000_i1054" type="#_x0000_t75" style="width:9pt;height:9pt">
                  <v:imagedata r:id="rId7" o:title=""/>
                </v:shape>
              </w:pict>
            </w:r>
          </w:p>
        </w:tc>
      </w:tr>
      <w:tr w:rsidR="0045064B" w:rsidRPr="00D3488E">
        <w:trPr>
          <w:trHeight w:val="299"/>
        </w:trPr>
        <w:tc>
          <w:tcPr>
            <w:tcW w:w="7951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94921">
              <w:rPr>
                <w:rFonts w:ascii="Garamond" w:hAnsi="Garamond" w:cs="Garamond"/>
              </w:rPr>
              <w:pict>
                <v:shape id="_x0000_i1055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94921">
              <w:rPr>
                <w:rFonts w:ascii="Garamond" w:hAnsi="Garamond" w:cs="Garamond"/>
              </w:rPr>
              <w:pict>
                <v:shape id="_x0000_i1056" type="#_x0000_t75" style="width:9pt;height:9pt">
                  <v:imagedata r:id="rId7" o:title=""/>
                </v:shape>
              </w:pict>
            </w:r>
          </w:p>
        </w:tc>
      </w:tr>
      <w:tr w:rsidR="0045064B" w:rsidRPr="00D3488E">
        <w:trPr>
          <w:trHeight w:val="299"/>
        </w:trPr>
        <w:tc>
          <w:tcPr>
            <w:tcW w:w="7951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94921">
              <w:rPr>
                <w:rFonts w:ascii="Garamond" w:hAnsi="Garamond" w:cs="Garamond"/>
              </w:rPr>
              <w:pict>
                <v:shape id="_x0000_i1057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94921">
              <w:rPr>
                <w:rFonts w:ascii="Garamond" w:hAnsi="Garamond" w:cs="Garamond"/>
              </w:rPr>
              <w:pict>
                <v:shape id="_x0000_i1058" type="#_x0000_t75" style="width:9pt;height:9pt">
                  <v:imagedata r:id="rId7" o:title=""/>
                </v:shape>
              </w:pict>
            </w:r>
          </w:p>
        </w:tc>
      </w:tr>
      <w:tr w:rsidR="0045064B" w:rsidRPr="00D3488E">
        <w:trPr>
          <w:trHeight w:val="299"/>
        </w:trPr>
        <w:tc>
          <w:tcPr>
            <w:tcW w:w="7951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94921">
              <w:rPr>
                <w:rFonts w:ascii="Garamond" w:hAnsi="Garamond" w:cs="Garamond"/>
              </w:rPr>
              <w:pict>
                <v:shape id="_x0000_i1059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C94921">
              <w:rPr>
                <w:rFonts w:ascii="Garamond" w:hAnsi="Garamond" w:cs="Garamond"/>
              </w:rPr>
              <w:pict>
                <v:shape id="_x0000_i1060" type="#_x0000_t75" style="width:9pt;height:9pt">
                  <v:imagedata r:id="rId7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45064B" w:rsidRPr="00D3488E">
        <w:trPr>
          <w:trHeight w:val="299"/>
        </w:trPr>
        <w:tc>
          <w:tcPr>
            <w:tcW w:w="7951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94921">
              <w:rPr>
                <w:rFonts w:ascii="Garamond" w:hAnsi="Garamond" w:cs="Garamond"/>
              </w:rPr>
              <w:pict>
                <v:shape id="_x0000_i1061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94921">
              <w:rPr>
                <w:rFonts w:ascii="Garamond" w:hAnsi="Garamond" w:cs="Garamond"/>
              </w:rPr>
              <w:pict>
                <v:shape id="_x0000_i1062" type="#_x0000_t75" style="width:9pt;height:9pt">
                  <v:imagedata r:id="rId7" o:title=""/>
                </v:shape>
              </w:pict>
            </w:r>
          </w:p>
        </w:tc>
      </w:tr>
      <w:tr w:rsidR="0045064B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45064B" w:rsidRPr="00D3488E">
        <w:trPr>
          <w:trHeight w:val="299"/>
        </w:trPr>
        <w:tc>
          <w:tcPr>
            <w:tcW w:w="9956" w:type="dxa"/>
            <w:gridSpan w:val="4"/>
          </w:tcPr>
          <w:p w:rsidR="0045064B" w:rsidRPr="00D3488E" w:rsidRDefault="0045064B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45064B" w:rsidRPr="00D3488E">
        <w:trPr>
          <w:trHeight w:val="299"/>
        </w:trPr>
        <w:tc>
          <w:tcPr>
            <w:tcW w:w="7951" w:type="dxa"/>
            <w:gridSpan w:val="3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C94921">
              <w:rPr>
                <w:rFonts w:ascii="Garamond" w:hAnsi="Garamond" w:cs="Garamond"/>
              </w:rPr>
              <w:pict>
                <v:shape id="_x0000_i1063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C94921">
              <w:rPr>
                <w:rFonts w:ascii="Garamond" w:hAnsi="Garamond" w:cs="Garamond"/>
              </w:rPr>
              <w:pict>
                <v:shape id="_x0000_i1064" type="#_x0000_t75" style="width:9pt;height:9pt">
                  <v:imagedata r:id="rId7" o:title=""/>
                </v:shape>
              </w:pict>
            </w:r>
          </w:p>
        </w:tc>
      </w:tr>
      <w:tr w:rsidR="0045064B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45064B" w:rsidRPr="00D3488E" w:rsidRDefault="0045064B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45064B" w:rsidRDefault="0045064B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45064B" w:rsidRDefault="0045064B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45064B" w:rsidRDefault="0045064B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45064B" w:rsidRPr="00E16E5D" w:rsidRDefault="0045064B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</w:t>
      </w:r>
      <w:r>
        <w:rPr>
          <w:rFonts w:ascii="Garamond" w:hAnsi="Garamond" w:cs="Garamond"/>
          <w:b/>
          <w:bCs/>
          <w:u w:val="single"/>
        </w:rPr>
        <w:t>n</w:t>
      </w:r>
      <w:r w:rsidRPr="00E16E5D">
        <w:rPr>
          <w:rFonts w:ascii="Garamond" w:hAnsi="Garamond" w:cs="Garamond"/>
          <w:b/>
          <w:bCs/>
          <w:u w:val="single"/>
        </w:rPr>
        <w:t xml:space="preserve"> MS Word Document</w:t>
      </w:r>
    </w:p>
    <w:sectPr w:rsidR="0045064B" w:rsidRPr="00E16E5D" w:rsidSect="00292ACC">
      <w:headerReference w:type="first" r:id="rId9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64B" w:rsidRDefault="0045064B">
      <w:pPr>
        <w:spacing w:line="240" w:lineRule="auto"/>
      </w:pPr>
      <w:r>
        <w:separator/>
      </w:r>
    </w:p>
  </w:endnote>
  <w:endnote w:type="continuationSeparator" w:id="0">
    <w:p w:rsidR="0045064B" w:rsidRDefault="004506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64B" w:rsidRDefault="0045064B">
      <w:pPr>
        <w:spacing w:line="240" w:lineRule="auto"/>
      </w:pPr>
      <w:r>
        <w:separator/>
      </w:r>
    </w:p>
  </w:footnote>
  <w:footnote w:type="continuationSeparator" w:id="0">
    <w:p w:rsidR="0045064B" w:rsidRDefault="0045064B">
      <w:pPr>
        <w:spacing w:line="240" w:lineRule="auto"/>
      </w:pPr>
      <w:r>
        <w:continuationSeparator/>
      </w:r>
    </w:p>
  </w:footnote>
  <w:footnote w:id="1">
    <w:p w:rsidR="0045064B" w:rsidRDefault="0045064B" w:rsidP="002F28C6">
      <w:pPr>
        <w:pStyle w:val="FootnoteText"/>
        <w:spacing w:beforeAutospacing="1" w:afterAutospacing="1"/>
        <w:ind w:left="360" w:right="-360" w:hanging="1080"/>
      </w:pPr>
      <w:r w:rsidRPr="005777F6">
        <w:rPr>
          <w:rStyle w:val="FootnoteReference"/>
          <w:sz w:val="18"/>
          <w:szCs w:val="18"/>
          <w:lang w:val="en-GB"/>
        </w:rPr>
        <w:footnoteRef/>
      </w:r>
      <w:r w:rsidRPr="005777F6">
        <w:rPr>
          <w:sz w:val="18"/>
          <w:szCs w:val="18"/>
          <w:lang w:val="en-GB"/>
        </w:rPr>
        <w:t xml:space="preserve"> It is the responsibility of the selected contracted </w:t>
      </w:r>
      <w:r>
        <w:rPr>
          <w:sz w:val="18"/>
          <w:szCs w:val="18"/>
          <w:lang w:val="en-GB"/>
        </w:rPr>
        <w:t>candidate</w:t>
      </w:r>
      <w:r w:rsidRPr="005777F6">
        <w:rPr>
          <w:sz w:val="18"/>
          <w:szCs w:val="18"/>
          <w:lang w:val="en-GB"/>
        </w:rPr>
        <w:t xml:space="preserve"> to </w:t>
      </w:r>
      <w:r>
        <w:rPr>
          <w:sz w:val="18"/>
          <w:szCs w:val="18"/>
          <w:lang w:val="en-GB"/>
        </w:rPr>
        <w:t xml:space="preserve">make </w:t>
      </w:r>
      <w:r w:rsidRPr="005777F6">
        <w:rPr>
          <w:sz w:val="18"/>
          <w:szCs w:val="18"/>
          <w:lang w:val="en-GB"/>
        </w:rPr>
        <w:t xml:space="preserve">the necessary </w:t>
      </w:r>
      <w:r>
        <w:rPr>
          <w:sz w:val="18"/>
          <w:szCs w:val="18"/>
          <w:lang w:val="en-GB"/>
        </w:rPr>
        <w:t xml:space="preserve">arrangements in order to obtain </w:t>
      </w:r>
      <w:r w:rsidRPr="005777F6">
        <w:rPr>
          <w:sz w:val="18"/>
          <w:szCs w:val="18"/>
          <w:lang w:val="en-GB"/>
        </w:rPr>
        <w:t xml:space="preserve">security </w:t>
      </w:r>
      <w:r>
        <w:rPr>
          <w:sz w:val="18"/>
          <w:szCs w:val="18"/>
          <w:lang w:val="en-GB"/>
        </w:rPr>
        <w:t>c</w:t>
      </w:r>
      <w:r w:rsidRPr="005777F6">
        <w:rPr>
          <w:sz w:val="18"/>
          <w:szCs w:val="18"/>
          <w:lang w:val="en-GB"/>
        </w:rPr>
        <w:t>learance</w:t>
      </w:r>
      <w:r>
        <w:rPr>
          <w:sz w:val="18"/>
          <w:szCs w:val="18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45064B" w:rsidRPr="00D3488E">
      <w:trPr>
        <w:trHeight w:val="289"/>
      </w:trPr>
      <w:tc>
        <w:tcPr>
          <w:tcW w:w="10080" w:type="dxa"/>
          <w:vAlign w:val="center"/>
        </w:tcPr>
        <w:p w:rsidR="0045064B" w:rsidRPr="00D3488E" w:rsidRDefault="0045064B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45064B" w:rsidRPr="00D3488E">
      <w:trPr>
        <w:trHeight w:val="1111"/>
      </w:trPr>
      <w:tc>
        <w:tcPr>
          <w:tcW w:w="10080" w:type="dxa"/>
          <w:vAlign w:val="center"/>
        </w:tcPr>
        <w:p w:rsidR="0045064B" w:rsidRPr="00D3488E" w:rsidRDefault="0045064B" w:rsidP="00C7763B">
          <w:pPr>
            <w:pStyle w:val="ZDGName"/>
            <w:jc w:val="center"/>
            <w:rPr>
              <w:rFonts w:cs="Times New Roman"/>
            </w:rPr>
          </w:pPr>
          <w:r w:rsidRPr="00C94921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45064B" w:rsidRPr="00ED3356" w:rsidRDefault="0045064B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27751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492B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064B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2DF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AAA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40A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2F5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18D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3BB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2EB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45B9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AB3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4921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1029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1DD3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B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0FEB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6F"/>
    <w:rsid w:val="00E21EE1"/>
    <w:rsid w:val="00E2201E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17E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E22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173C"/>
    <w:rsid w:val="00F81943"/>
    <w:rsid w:val="00F82686"/>
    <w:rsid w:val="00F83262"/>
    <w:rsid w:val="00F832E0"/>
    <w:rsid w:val="00F87602"/>
    <w:rsid w:val="00F8779A"/>
    <w:rsid w:val="00F87B7B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7751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751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27751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7751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7751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pcc.eupolrdcongo@eeas.europa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5</Pages>
  <Words>1528</Words>
  <Characters>8405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8</cp:revision>
  <cp:lastPrinted>2013-01-29T09:47:00Z</cp:lastPrinted>
  <dcterms:created xsi:type="dcterms:W3CDTF">2013-01-29T09:36:00Z</dcterms:created>
  <dcterms:modified xsi:type="dcterms:W3CDTF">2013-01-29T09:48:00Z</dcterms:modified>
</cp:coreProperties>
</file>