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DE" w:rsidRPr="000B2B6B" w:rsidRDefault="00AD29DE" w:rsidP="00C66475">
      <w:pPr>
        <w:spacing w:line="240" w:lineRule="auto"/>
        <w:ind w:left="-90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AD29DE" w:rsidRPr="00ED3356" w:rsidRDefault="00AD29DE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AD29DE" w:rsidRDefault="00AD29DE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CRT /MS Experts (EUCAP Nestor)</w:t>
      </w:r>
    </w:p>
    <w:p w:rsidR="00AD29DE" w:rsidRDefault="00AD29DE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cpcc.crt.@eeas.europa.eu)</w:t>
      </w:r>
    </w:p>
    <w:p w:rsidR="00AD29DE" w:rsidRPr="002F28C6" w:rsidRDefault="00AD29DE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AD29DE" w:rsidRPr="00D3488E">
        <w:tc>
          <w:tcPr>
            <w:tcW w:w="10126" w:type="dxa"/>
          </w:tcPr>
          <w:p w:rsidR="00AD29DE" w:rsidRPr="00D3488E" w:rsidRDefault="00AD29DE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AD29DE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AD29DE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9pt;height:9pt">
                        <v:imagedata r:id="rId6" o:title=""/>
                      </v:shape>
                    </w:pict>
                  </w:r>
                </w:p>
                <w:p w:rsidR="00AD29DE" w:rsidRPr="00D3488E" w:rsidRDefault="00AD29DE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AD29DE" w:rsidRPr="00D3488E" w:rsidRDefault="00AD29DE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644D2">
                    <w:rPr>
                      <w:rFonts w:ascii="Garamond" w:hAnsi="Garamond" w:cs="Garamond"/>
                    </w:rPr>
                    <w:pict>
                      <v:shape id="_x0000_i1028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29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AD29DE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AD29DE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</w:tc>
            </w:tr>
          </w:tbl>
          <w:p w:rsidR="00AD29DE" w:rsidRPr="00D3488E" w:rsidRDefault="00AD29D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AD29DE" w:rsidRPr="00D3488E" w:rsidRDefault="00AD29D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AD29DE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AD29DE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AD29DE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0" type="#_x0000_t75" style="width:9pt;height:9pt">
                        <v:imagedata r:id="rId6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1" type="#_x0000_t75" style="width:9pt;height:9pt">
                        <v:imagedata r:id="rId6" o:title=""/>
                      </v:shape>
                    </w:pict>
                  </w:r>
                </w:p>
              </w:tc>
            </w:tr>
            <w:tr w:rsidR="00AD29DE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AD29DE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2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3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AD29DE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4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5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AD29DE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6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7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AD29DE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8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39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AD29DE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40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D644D2">
                    <w:rPr>
                      <w:rFonts w:ascii="Garamond" w:hAnsi="Garamond" w:cs="Garamond"/>
                    </w:rPr>
                    <w:pict>
                      <v:shape id="_x0000_i1041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AD29DE" w:rsidRPr="00D3488E" w:rsidRDefault="00AD29D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AD29DE" w:rsidRPr="00D3488E" w:rsidRDefault="00AD29D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AD29DE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AD29DE" w:rsidRPr="00D3488E" w:rsidRDefault="00AD29DE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AD29DE" w:rsidRPr="00D3488E" w:rsidRDefault="00AD29D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AD29DE" w:rsidRPr="00D3488E" w:rsidRDefault="00AD29DE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D29DE" w:rsidRPr="00D3488E" w:rsidRDefault="00AD29D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AD29DE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AD29DE" w:rsidRPr="00D3488E" w:rsidRDefault="00AD29DE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AD29DE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AD29DE" w:rsidRPr="00D3488E" w:rsidRDefault="00AD29DE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AD29DE" w:rsidRPr="00D3488E" w:rsidRDefault="00AD29DE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D29DE" w:rsidRPr="00D3488E" w:rsidRDefault="00AD29D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AD29DE" w:rsidRPr="00D3488E" w:rsidRDefault="00AD29DE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AD29DE" w:rsidRPr="00D3488E" w:rsidRDefault="00AD29DE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AD29DE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AD29DE" w:rsidRPr="00D3488E" w:rsidRDefault="00AD29D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AD29DE" w:rsidRPr="00D3488E" w:rsidRDefault="00AD29DE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AD29DE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AD29DE" w:rsidRPr="00D3488E" w:rsidRDefault="00AD29DE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AD29DE" w:rsidRPr="00D3488E" w:rsidRDefault="00AD29D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AD29DE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AD29DE" w:rsidRPr="00D3488E" w:rsidRDefault="00AD29D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AD29DE" w:rsidRPr="00D3488E" w:rsidRDefault="00AD29D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AD29DE" w:rsidRPr="00D3488E" w:rsidRDefault="00AD29DE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29DE" w:rsidRPr="00D3488E" w:rsidRDefault="00AD29D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D29DE" w:rsidRPr="00D3488E" w:rsidRDefault="00AD29D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D29D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D29DE" w:rsidRPr="00D3488E" w:rsidRDefault="00AD29D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AD29DE" w:rsidRPr="00D3488E" w:rsidRDefault="00AD29D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AD29DE" w:rsidRDefault="00AD29DE">
      <w:pPr>
        <w:rPr>
          <w:rFonts w:ascii="Garamond" w:hAnsi="Garamond" w:cs="Garamond"/>
        </w:rPr>
      </w:pPr>
    </w:p>
    <w:p w:rsidR="00AD29DE" w:rsidRDefault="00AD29DE">
      <w:pPr>
        <w:rPr>
          <w:rFonts w:ascii="Garamond" w:hAnsi="Garamond" w:cs="Garamond"/>
        </w:rPr>
      </w:pPr>
    </w:p>
    <w:p w:rsidR="00AD29DE" w:rsidRDefault="00AD29DE">
      <w:pPr>
        <w:rPr>
          <w:rFonts w:ascii="Garamond" w:hAnsi="Garamond" w:cs="Garamond"/>
        </w:rPr>
      </w:pPr>
    </w:p>
    <w:p w:rsidR="00AD29DE" w:rsidRDefault="00AD29DE">
      <w:pPr>
        <w:rPr>
          <w:rFonts w:ascii="Garamond" w:hAnsi="Garamond" w:cs="Garamond"/>
        </w:rPr>
      </w:pPr>
    </w:p>
    <w:p w:rsidR="00AD29DE" w:rsidRPr="00F608FF" w:rsidRDefault="00AD29DE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AD29DE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AD29D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AD29D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AD29DE" w:rsidRPr="00D3488E" w:rsidRDefault="00AD29DE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AD29D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AD29D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AD29D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AD29DE" w:rsidRPr="00D3488E" w:rsidRDefault="00AD29DE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AD29DE" w:rsidRPr="00D3488E" w:rsidRDefault="00AD29DE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AD29D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AD29D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AD29D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AD29DE" w:rsidRPr="00D3488E" w:rsidRDefault="00AD29DE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AD29D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D29D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D29DE" w:rsidRPr="00D3488E" w:rsidRDefault="00AD29D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AD29DE" w:rsidRPr="00D3488E" w:rsidRDefault="00AD29D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AD29D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D29DE" w:rsidRPr="00D3488E" w:rsidRDefault="00AD29D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AD29DE" w:rsidRPr="00D3488E" w:rsidRDefault="00AD29D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AD29DE" w:rsidRPr="00D3488E" w:rsidRDefault="00AD29D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AD29D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AD29D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AD29D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AD29DE" w:rsidRPr="00D3488E" w:rsidRDefault="00AD29DE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AD29D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D29D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D29DE" w:rsidRPr="00D3488E" w:rsidRDefault="00AD29D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AD29DE" w:rsidRPr="00D3488E" w:rsidRDefault="00AD29D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AD29DE" w:rsidRPr="00D3488E" w:rsidRDefault="00AD29D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AD29D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D29DE" w:rsidRPr="00D3488E" w:rsidRDefault="00AD29D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AD29DE" w:rsidRPr="00D3488E" w:rsidRDefault="00AD29D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AD29DE" w:rsidRPr="00D3488E" w:rsidRDefault="00AD29D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AD29D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AD29D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AD29D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AD29DE" w:rsidRPr="00D3488E" w:rsidRDefault="00AD29DE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AD29D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D29D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D29DE" w:rsidRPr="00D3488E" w:rsidRDefault="00AD29D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AD29DE" w:rsidRPr="00D3488E" w:rsidRDefault="00AD29D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AD29D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D29DE" w:rsidRPr="00D3488E" w:rsidRDefault="00AD29D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AD29DE" w:rsidRPr="00D3488E" w:rsidRDefault="00AD29D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AD29DE" w:rsidRPr="00D3488E" w:rsidRDefault="00AD29D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AD29D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AD29D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AD29D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AD29DE" w:rsidRPr="00D3488E" w:rsidRDefault="00AD29DE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AD29D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AD29D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AD29D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AD29D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AD29DE" w:rsidRDefault="00AD29DE" w:rsidP="00623EE5"/>
    <w:p w:rsidR="00AD29DE" w:rsidRDefault="00AD29DE" w:rsidP="00623EE5"/>
    <w:p w:rsidR="00AD29DE" w:rsidRDefault="00AD29DE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AD29DE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AD29DE" w:rsidRPr="00D3488E" w:rsidRDefault="00AD29DE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AD29D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AD29D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AD29D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AD29D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AD29DE" w:rsidRDefault="00AD29DE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AD29DE" w:rsidRDefault="00AD29DE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7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AD29DE" w:rsidRDefault="00AD29DE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AD29DE" w:rsidRPr="00C62154" w:rsidRDefault="00AD29DE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AD29DE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AD29DE" w:rsidRPr="00D3488E" w:rsidRDefault="00AD29DE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AD29DE" w:rsidRPr="00D3488E">
        <w:trPr>
          <w:trHeight w:val="256"/>
        </w:trPr>
        <w:tc>
          <w:tcPr>
            <w:tcW w:w="2193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AD29DE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AD29DE" w:rsidRDefault="00AD29DE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AD29DE" w:rsidRDefault="00AD29DE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AD29DE" w:rsidRDefault="00AD29DE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AD29DE" w:rsidRDefault="00AD29DE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AD29DE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AD29DE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AD29DE" w:rsidRDefault="00AD29DE" w:rsidP="00623EE5">
      <w:pPr>
        <w:ind w:hanging="720"/>
        <w:rPr>
          <w:rFonts w:ascii="Garamond" w:hAnsi="Garamond" w:cs="Garamond"/>
          <w:b/>
          <w:bCs/>
        </w:rPr>
      </w:pPr>
    </w:p>
    <w:p w:rsidR="00AD29DE" w:rsidRDefault="00AD29DE" w:rsidP="00623EE5">
      <w:pPr>
        <w:ind w:hanging="720"/>
        <w:rPr>
          <w:rFonts w:ascii="Garamond" w:hAnsi="Garamond" w:cs="Garamond"/>
          <w:b/>
          <w:bCs/>
        </w:rPr>
      </w:pPr>
    </w:p>
    <w:p w:rsidR="00AD29DE" w:rsidRDefault="00AD29DE" w:rsidP="00623EE5">
      <w:pPr>
        <w:ind w:hanging="720"/>
        <w:rPr>
          <w:rFonts w:ascii="Garamond" w:hAnsi="Garamond" w:cs="Garamond"/>
          <w:b/>
          <w:bCs/>
        </w:rPr>
      </w:pPr>
    </w:p>
    <w:p w:rsidR="00AD29DE" w:rsidRDefault="00AD29DE" w:rsidP="00623EE5">
      <w:pPr>
        <w:ind w:hanging="720"/>
        <w:rPr>
          <w:rFonts w:ascii="Garamond" w:hAnsi="Garamond" w:cs="Garamond"/>
          <w:b/>
          <w:bCs/>
        </w:rPr>
      </w:pPr>
    </w:p>
    <w:p w:rsidR="00AD29DE" w:rsidRDefault="00AD29DE" w:rsidP="00623EE5">
      <w:pPr>
        <w:ind w:hanging="720"/>
        <w:rPr>
          <w:rFonts w:ascii="Garamond" w:hAnsi="Garamond" w:cs="Garamond"/>
          <w:b/>
          <w:bCs/>
        </w:rPr>
      </w:pPr>
    </w:p>
    <w:p w:rsidR="00AD29DE" w:rsidRDefault="00AD29DE" w:rsidP="00623EE5">
      <w:pPr>
        <w:ind w:hanging="720"/>
        <w:rPr>
          <w:rFonts w:ascii="Garamond" w:hAnsi="Garamond" w:cs="Garamond"/>
          <w:b/>
          <w:bCs/>
        </w:rPr>
      </w:pPr>
    </w:p>
    <w:p w:rsidR="00AD29DE" w:rsidRDefault="00AD29DE" w:rsidP="00623EE5">
      <w:pPr>
        <w:ind w:hanging="720"/>
        <w:rPr>
          <w:rFonts w:ascii="Garamond" w:hAnsi="Garamond" w:cs="Garamond"/>
          <w:b/>
          <w:bCs/>
        </w:rPr>
      </w:pPr>
    </w:p>
    <w:p w:rsidR="00AD29DE" w:rsidRDefault="00AD29DE" w:rsidP="00623EE5">
      <w:pPr>
        <w:ind w:hanging="720"/>
        <w:rPr>
          <w:rFonts w:ascii="Garamond" w:hAnsi="Garamond" w:cs="Garamond"/>
          <w:b/>
          <w:bCs/>
        </w:rPr>
      </w:pPr>
    </w:p>
    <w:p w:rsidR="00AD29DE" w:rsidRDefault="00AD29DE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AD29DE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AD29DE" w:rsidRPr="00D3488E">
        <w:trPr>
          <w:trHeight w:val="299"/>
        </w:trPr>
        <w:tc>
          <w:tcPr>
            <w:tcW w:w="7951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AD29DE" w:rsidRPr="00D3488E" w:rsidRDefault="00AD29DE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D644D2">
              <w:rPr>
                <w:rFonts w:ascii="Garamond" w:hAnsi="Garamond" w:cs="Garamond"/>
              </w:rPr>
              <w:pict>
                <v:shape id="_x0000_i1042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D644D2">
              <w:rPr>
                <w:rFonts w:ascii="Garamond" w:hAnsi="Garamond" w:cs="Garamond"/>
              </w:rPr>
              <w:pict>
                <v:shape id="_x0000_i1043" type="#_x0000_t75" style="width:9pt;height:9pt">
                  <v:imagedata r:id="rId6" o:title=""/>
                </v:shape>
              </w:pict>
            </w:r>
          </w:p>
        </w:tc>
      </w:tr>
      <w:tr w:rsidR="00AD29DE" w:rsidRPr="00D3488E">
        <w:trPr>
          <w:trHeight w:val="299"/>
        </w:trPr>
        <w:tc>
          <w:tcPr>
            <w:tcW w:w="7951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D644D2">
              <w:rPr>
                <w:rFonts w:ascii="Garamond" w:hAnsi="Garamond" w:cs="Garamond"/>
              </w:rPr>
              <w:pict>
                <v:shape id="_x0000_i1044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D644D2">
              <w:rPr>
                <w:rFonts w:ascii="Garamond" w:hAnsi="Garamond" w:cs="Garamond"/>
              </w:rPr>
              <w:pict>
                <v:shape id="_x0000_i1045" type="#_x0000_t75" style="width:9pt;height:9pt">
                  <v:imagedata r:id="rId6" o:title=""/>
                </v:shape>
              </w:pict>
            </w:r>
          </w:p>
        </w:tc>
      </w:tr>
      <w:tr w:rsidR="00AD29DE" w:rsidRPr="00D3488E">
        <w:trPr>
          <w:trHeight w:val="299"/>
        </w:trPr>
        <w:tc>
          <w:tcPr>
            <w:tcW w:w="7951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D644D2">
              <w:rPr>
                <w:rFonts w:ascii="Garamond" w:hAnsi="Garamond" w:cs="Garamond"/>
              </w:rPr>
              <w:pict>
                <v:shape id="_x0000_i1046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D644D2">
              <w:rPr>
                <w:rFonts w:ascii="Garamond" w:hAnsi="Garamond" w:cs="Garamond"/>
              </w:rPr>
              <w:pict>
                <v:shape id="_x0000_i1047" type="#_x0000_t75" style="width:9pt;height:9pt">
                  <v:imagedata r:id="rId6" o:title=""/>
                </v:shape>
              </w:pict>
            </w:r>
          </w:p>
        </w:tc>
      </w:tr>
      <w:tr w:rsidR="00AD29DE" w:rsidRPr="00D3488E">
        <w:trPr>
          <w:trHeight w:val="299"/>
        </w:trPr>
        <w:tc>
          <w:tcPr>
            <w:tcW w:w="7951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D644D2">
              <w:rPr>
                <w:rFonts w:ascii="Garamond" w:hAnsi="Garamond" w:cs="Garamond"/>
              </w:rPr>
              <w:pict>
                <v:shape id="_x0000_i1048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D644D2">
              <w:rPr>
                <w:rFonts w:ascii="Garamond" w:hAnsi="Garamond" w:cs="Garamond"/>
              </w:rPr>
              <w:pict>
                <v:shape id="_x0000_i1049" type="#_x0000_t75" style="width:9pt;height:9pt">
                  <v:imagedata r:id="rId6" o:title=""/>
                </v:shape>
              </w:pict>
            </w:r>
          </w:p>
        </w:tc>
      </w:tr>
      <w:tr w:rsidR="00AD29DE" w:rsidRPr="00D3488E">
        <w:trPr>
          <w:trHeight w:val="299"/>
        </w:trPr>
        <w:tc>
          <w:tcPr>
            <w:tcW w:w="7951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D644D2">
              <w:rPr>
                <w:rFonts w:ascii="Garamond" w:hAnsi="Garamond" w:cs="Garamond"/>
              </w:rPr>
              <w:pict>
                <v:shape id="_x0000_i1050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644D2">
              <w:rPr>
                <w:rFonts w:ascii="Garamond" w:hAnsi="Garamond" w:cs="Garamond"/>
              </w:rPr>
              <w:pict>
                <v:shape id="_x0000_i1051" type="#_x0000_t75" style="width:9pt;height:9pt">
                  <v:imagedata r:id="rId6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AD29DE" w:rsidRPr="00D3488E">
        <w:trPr>
          <w:trHeight w:val="299"/>
        </w:trPr>
        <w:tc>
          <w:tcPr>
            <w:tcW w:w="7951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D644D2">
              <w:rPr>
                <w:rFonts w:ascii="Garamond" w:hAnsi="Garamond" w:cs="Garamond"/>
              </w:rPr>
              <w:pict>
                <v:shape id="_x0000_i1052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D644D2">
              <w:rPr>
                <w:rFonts w:ascii="Garamond" w:hAnsi="Garamond" w:cs="Garamond"/>
              </w:rPr>
              <w:pict>
                <v:shape id="_x0000_i1053" type="#_x0000_t75" style="width:9pt;height:9pt">
                  <v:imagedata r:id="rId6" o:title=""/>
                </v:shape>
              </w:pict>
            </w:r>
          </w:p>
        </w:tc>
      </w:tr>
      <w:tr w:rsidR="00AD29DE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AD29DE" w:rsidRPr="00D3488E">
        <w:trPr>
          <w:trHeight w:val="299"/>
        </w:trPr>
        <w:tc>
          <w:tcPr>
            <w:tcW w:w="9956" w:type="dxa"/>
            <w:gridSpan w:val="4"/>
          </w:tcPr>
          <w:p w:rsidR="00AD29DE" w:rsidRPr="00D3488E" w:rsidRDefault="00AD29DE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AD29DE" w:rsidRPr="00D3488E">
        <w:trPr>
          <w:trHeight w:val="299"/>
        </w:trPr>
        <w:tc>
          <w:tcPr>
            <w:tcW w:w="7951" w:type="dxa"/>
            <w:gridSpan w:val="3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D644D2">
              <w:rPr>
                <w:rFonts w:ascii="Garamond" w:hAnsi="Garamond" w:cs="Garamond"/>
              </w:rPr>
              <w:pict>
                <v:shape id="_x0000_i1054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D644D2">
              <w:rPr>
                <w:rFonts w:ascii="Garamond" w:hAnsi="Garamond" w:cs="Garamond"/>
              </w:rPr>
              <w:pict>
                <v:shape id="_x0000_i1055" type="#_x0000_t75" style="width:9pt;height:9pt">
                  <v:imagedata r:id="rId6" o:title=""/>
                </v:shape>
              </w:pict>
            </w:r>
          </w:p>
        </w:tc>
      </w:tr>
      <w:tr w:rsidR="00AD29DE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AD29DE" w:rsidRPr="00D3488E" w:rsidRDefault="00AD29D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AD29DE" w:rsidRDefault="00AD29DE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AD29DE" w:rsidRDefault="00AD29DE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AD29DE" w:rsidRDefault="00AD29DE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AD29DE" w:rsidRPr="00E16E5D" w:rsidRDefault="00AD29DE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AD29DE" w:rsidRPr="00E16E5D" w:rsidSect="00292ACC">
      <w:headerReference w:type="first" r:id="rId8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9DE" w:rsidRDefault="00AD29DE">
      <w:pPr>
        <w:spacing w:line="240" w:lineRule="auto"/>
      </w:pPr>
      <w:r>
        <w:separator/>
      </w:r>
    </w:p>
  </w:endnote>
  <w:endnote w:type="continuationSeparator" w:id="0">
    <w:p w:rsidR="00AD29DE" w:rsidRDefault="00AD29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9DE" w:rsidRDefault="00AD29DE">
      <w:pPr>
        <w:spacing w:line="240" w:lineRule="auto"/>
      </w:pPr>
      <w:r>
        <w:separator/>
      </w:r>
    </w:p>
  </w:footnote>
  <w:footnote w:type="continuationSeparator" w:id="0">
    <w:p w:rsidR="00AD29DE" w:rsidRDefault="00AD29D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AD29DE" w:rsidRPr="00D3488E">
      <w:trPr>
        <w:trHeight w:val="289"/>
      </w:trPr>
      <w:tc>
        <w:tcPr>
          <w:tcW w:w="10080" w:type="dxa"/>
          <w:vAlign w:val="center"/>
        </w:tcPr>
        <w:p w:rsidR="00AD29DE" w:rsidRPr="00D3488E" w:rsidRDefault="00AD29DE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AD29DE" w:rsidRPr="00D3488E">
      <w:trPr>
        <w:trHeight w:val="1111"/>
      </w:trPr>
      <w:tc>
        <w:tcPr>
          <w:tcW w:w="10080" w:type="dxa"/>
          <w:vAlign w:val="center"/>
        </w:tcPr>
        <w:p w:rsidR="00AD29DE" w:rsidRPr="00D3488E" w:rsidRDefault="00AD29DE" w:rsidP="00C7763B">
          <w:pPr>
            <w:pStyle w:val="ZDGName"/>
            <w:jc w:val="center"/>
            <w:rPr>
              <w:rFonts w:cs="Times New Roman"/>
            </w:rPr>
          </w:pPr>
          <w:r w:rsidRPr="00D644D2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AD29DE" w:rsidRPr="00ED3356" w:rsidRDefault="00AD29DE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1CC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AA1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68D4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61AE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682D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B28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D7B30"/>
    <w:rsid w:val="005E0AB1"/>
    <w:rsid w:val="005E1935"/>
    <w:rsid w:val="005E1B70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621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48B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534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0BDE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55D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2F5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7B5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86BD4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9DE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A60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475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0B1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31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4D2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3C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975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0701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23C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3C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123C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123C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123C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en/resources/european-language-levels-ce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1377</Words>
  <Characters>7853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2</cp:revision>
  <cp:lastPrinted>2011-06-20T16:19:00Z</cp:lastPrinted>
  <dcterms:created xsi:type="dcterms:W3CDTF">2013-01-14T17:10:00Z</dcterms:created>
  <dcterms:modified xsi:type="dcterms:W3CDTF">2013-01-14T17:10:00Z</dcterms:modified>
</cp:coreProperties>
</file>