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065D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065D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065D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065D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065D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065D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D44A7E357164B3EB2548208A736FBDB"/>
                </w:placeholder>
              </w:sdtPr>
              <w:sdtEndPr>
                <w:rPr>
                  <w:bCs w:val="0"/>
                  <w:lang w:val="en-IE"/>
                </w:rPr>
              </w:sdtEndPr>
              <w:sdtContent>
                <w:tc>
                  <w:tcPr>
                    <w:tcW w:w="5491" w:type="dxa"/>
                  </w:tcPr>
                  <w:p w14:paraId="163192D7" w14:textId="600A0AD2" w:rsidR="00546DB1" w:rsidRPr="00546DB1" w:rsidRDefault="00DB27BD" w:rsidP="00AB56F9">
                    <w:pPr>
                      <w:tabs>
                        <w:tab w:val="left" w:pos="426"/>
                      </w:tabs>
                      <w:spacing w:before="120"/>
                      <w:rPr>
                        <w:bCs/>
                        <w:lang w:val="en-IE" w:eastAsia="en-GB"/>
                      </w:rPr>
                    </w:pPr>
                    <w:r>
                      <w:t>GD DEFIS A</w:t>
                    </w:r>
                    <w:r w:rsidR="00F61D4B">
                      <w:t>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89BADBB" w:rsidR="00546DB1" w:rsidRPr="003B2E38" w:rsidRDefault="008A2065" w:rsidP="00AB56F9">
                <w:pPr>
                  <w:tabs>
                    <w:tab w:val="left" w:pos="426"/>
                  </w:tabs>
                  <w:spacing w:before="120"/>
                  <w:rPr>
                    <w:bCs/>
                    <w:lang w:val="en-IE" w:eastAsia="en-GB"/>
                  </w:rPr>
                </w:pPr>
                <w:r w:rsidRPr="008A2065">
                  <w:rPr>
                    <w:bCs/>
                    <w:lang w:eastAsia="en-GB"/>
                  </w:rPr>
                  <w:t>489266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p w14:paraId="4D5C3623" w14:textId="77777777" w:rsidR="00F61D4B" w:rsidRDefault="00F61D4B" w:rsidP="005F6927">
            <w:pPr>
              <w:tabs>
                <w:tab w:val="left" w:pos="426"/>
              </w:tabs>
              <w:contextualSpacing/>
              <w:rPr>
                <w:bCs/>
                <w:lang w:eastAsia="en-GB"/>
              </w:rPr>
            </w:pPr>
            <w:r w:rsidRPr="00F61D4B">
              <w:rPr>
                <w:bCs/>
                <w:lang w:eastAsia="en-GB"/>
              </w:rPr>
              <w:t xml:space="preserve">Paraskevi PAPANTONIOU </w:t>
            </w:r>
          </w:p>
          <w:p w14:paraId="3DD67CBF" w14:textId="77777777" w:rsidR="00F61D4B" w:rsidRDefault="00F61D4B" w:rsidP="005F6927">
            <w:pPr>
              <w:tabs>
                <w:tab w:val="left" w:pos="426"/>
              </w:tabs>
              <w:contextualSpacing/>
              <w:rPr>
                <w:bCs/>
                <w:lang w:eastAsia="en-GB"/>
              </w:rPr>
            </w:pPr>
          </w:p>
          <w:p w14:paraId="227D6F6E" w14:textId="584EB7F2" w:rsidR="00546DB1" w:rsidRPr="009F216F" w:rsidRDefault="003065D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A206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DB27BD">
                      <w:rPr>
                        <w:bCs/>
                        <w:lang w:eastAsia="en-GB"/>
                      </w:rPr>
                      <w:t>2025</w:t>
                    </w:r>
                  </w:sdtContent>
                </w:sdt>
              </w:sdtContent>
            </w:sdt>
          </w:p>
          <w:p w14:paraId="4128A55A" w14:textId="5DC904BE" w:rsidR="00546DB1" w:rsidRPr="00546DB1" w:rsidRDefault="003065D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B27B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27B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DB27BD"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FF83D9E"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B0E2D46"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065D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42C4CF73"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8A2065">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065D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065D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98616F8"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37D3431"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F81BE8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3065DF">
                  <w:rPr>
                    <w:bCs/>
                    <w:lang w:val="fr-BE" w:eastAsia="en-GB"/>
                  </w:rPr>
                  <w:t>25-07-2025</w:t>
                </w:r>
              </w:sdtContent>
            </w:sdt>
          </w:p>
        </w:tc>
      </w:tr>
      <w:bookmarkEnd w:id="0"/>
    </w:tbl>
    <w:p w14:paraId="6258E347" w14:textId="77777777" w:rsidR="002C5752" w:rsidRDefault="002C5752" w:rsidP="00546DB1">
      <w:pPr>
        <w:tabs>
          <w:tab w:val="left" w:pos="426"/>
        </w:tabs>
        <w:spacing w:after="0"/>
        <w:rPr>
          <w:b/>
          <w:lang w:eastAsia="en-GB"/>
        </w:rPr>
      </w:pPr>
    </w:p>
    <w:p w14:paraId="5FDB6A74" w14:textId="77777777" w:rsidR="00DB27BD" w:rsidRDefault="00DB27BD" w:rsidP="00546DB1">
      <w:pPr>
        <w:tabs>
          <w:tab w:val="left" w:pos="426"/>
        </w:tabs>
        <w:spacing w:after="0"/>
        <w:rPr>
          <w:b/>
          <w:lang w:eastAsia="en-GB"/>
        </w:rPr>
      </w:pPr>
    </w:p>
    <w:p w14:paraId="4ACB1D16" w14:textId="77777777" w:rsidR="00DB27BD" w:rsidRDefault="00DB27BD" w:rsidP="00546DB1">
      <w:pPr>
        <w:tabs>
          <w:tab w:val="left" w:pos="426"/>
        </w:tabs>
        <w:spacing w:after="0"/>
        <w:rPr>
          <w:b/>
          <w:lang w:eastAsia="en-GB"/>
        </w:rPr>
      </w:pPr>
    </w:p>
    <w:p w14:paraId="2500C359" w14:textId="77777777" w:rsidR="00DB27BD" w:rsidRDefault="00DB27BD" w:rsidP="00546DB1">
      <w:pPr>
        <w:tabs>
          <w:tab w:val="left" w:pos="426"/>
        </w:tabs>
        <w:spacing w:after="0"/>
        <w:rPr>
          <w:b/>
          <w:lang w:eastAsia="en-GB"/>
        </w:rPr>
      </w:pPr>
    </w:p>
    <w:p w14:paraId="6E899436" w14:textId="77777777" w:rsidR="00DB27BD" w:rsidRDefault="00DB27BD" w:rsidP="00546DB1">
      <w:pPr>
        <w:tabs>
          <w:tab w:val="left" w:pos="426"/>
        </w:tabs>
        <w:spacing w:after="0"/>
        <w:rPr>
          <w:b/>
          <w:lang w:eastAsia="en-GB"/>
        </w:rPr>
      </w:pPr>
    </w:p>
    <w:p w14:paraId="56EE4E0F" w14:textId="77777777" w:rsidR="00DB27BD" w:rsidRDefault="00DB27BD" w:rsidP="00546DB1">
      <w:pPr>
        <w:tabs>
          <w:tab w:val="left" w:pos="426"/>
        </w:tabs>
        <w:spacing w:after="0"/>
        <w:rPr>
          <w:b/>
          <w:lang w:eastAsia="en-GB"/>
        </w:rPr>
      </w:pPr>
    </w:p>
    <w:p w14:paraId="18EA7D7F" w14:textId="772DA3F2" w:rsidR="00803007" w:rsidRPr="003065DF" w:rsidRDefault="00803007" w:rsidP="007C07D8">
      <w:pPr>
        <w:pStyle w:val="ListNumber"/>
        <w:numPr>
          <w:ilvl w:val="0"/>
          <w:numId w:val="0"/>
        </w:numPr>
        <w:ind w:left="709" w:hanging="709"/>
        <w:rPr>
          <w:lang w:eastAsia="en-GB"/>
        </w:rPr>
      </w:pPr>
      <w:r w:rsidRPr="003065DF">
        <w:rPr>
          <w:b/>
          <w:bCs/>
          <w:lang w:eastAsia="en-GB"/>
        </w:rPr>
        <w:lastRenderedPageBreak/>
        <w:t>Wer wi</w:t>
      </w:r>
      <w:r w:rsidR="002F7504" w:rsidRPr="003065DF">
        <w:rPr>
          <w:b/>
          <w:bCs/>
          <w:lang w:eastAsia="en-GB"/>
        </w:rPr>
        <w:t>r</w:t>
      </w:r>
      <w:r w:rsidRPr="003065DF">
        <w:rPr>
          <w:b/>
          <w:bCs/>
          <w:lang w:eastAsia="en-GB"/>
        </w:rPr>
        <w:t xml:space="preserve"> sind</w:t>
      </w:r>
    </w:p>
    <w:sdt>
      <w:sdtPr>
        <w:rPr>
          <w:lang w:val="en-US" w:eastAsia="en-GB"/>
        </w:rPr>
        <w:id w:val="1822233941"/>
        <w:placeholder>
          <w:docPart w:val="FE6C9874556B47B1A65A432926DB0BCE"/>
        </w:placeholder>
      </w:sdtPr>
      <w:sdtEndPr/>
      <w:sdtContent>
        <w:p w14:paraId="76CA2780" w14:textId="77777777" w:rsidR="00F61D4B" w:rsidRPr="00F61D4B" w:rsidRDefault="00F61D4B" w:rsidP="00F61D4B">
          <w:pPr>
            <w:rPr>
              <w:lang w:val="en-US" w:eastAsia="en-GB"/>
            </w:rPr>
          </w:pPr>
          <w:r w:rsidRPr="003065DF">
            <w:rPr>
              <w:lang w:eastAsia="en-GB"/>
            </w:rPr>
            <w:t xml:space="preserve">Die Generaldirektion für Verteidigungsindustrie und Weltraum (DG-DEFIS) ist die Abteilung der Europäischen Kommission, die die Aufgabe hat, die Wettbewerbsfähigkeit und Innovationskraft der europäischen Verteidigungsindustrie zu stärken, indem sie die Entwicklung einer widerstandsfähigen europäischen verteidigungstechnologischen und -industriellen Basis (EDTIB) sicherstellt und die Schaffung eines europäischen Marktes für Verteidigungsgüter unterstützt, der gleiche Wettbewerbsbedingungen bietet und es der EDTIB ermöglicht, Skaleneffekte zu erzielen. </w:t>
          </w:r>
          <w:r w:rsidRPr="00F61D4B">
            <w:rPr>
              <w:lang w:val="en-US" w:eastAsia="en-GB"/>
            </w:rPr>
            <w:t>Zu diesem Zweck ermöglichen wir Investitionen zur Unterstützung von Lieferketten im Verteidigungsbereich, wobei wir besonderes Augenmerk auf kleine und mittlere Unternehmen (KMU) legen. Unsere Arbeit orientiert sich an der Europäischen Verteidigungsindustrie-Strategie (EDIS) sowie am Weißbuch zur europäischen Verteidigungsbereitschaft 2030 und wird durch eine Reihe von Programmen und Initiativen umgesetzt.</w:t>
          </w:r>
        </w:p>
        <w:p w14:paraId="5630A297" w14:textId="77777777" w:rsidR="00F61D4B" w:rsidRPr="00F61D4B" w:rsidRDefault="00F61D4B" w:rsidP="00F61D4B">
          <w:pPr>
            <w:rPr>
              <w:lang w:val="en-US" w:eastAsia="en-GB"/>
            </w:rPr>
          </w:pPr>
          <w:r w:rsidRPr="00F61D4B">
            <w:rPr>
              <w:lang w:val="en-US" w:eastAsia="en-GB"/>
            </w:rPr>
            <w:t>Als Teil der Direktion A, die mit der Entwicklung der EU-Verteidigungspolitik betraut ist, hat das Referat A.3 die Aufgabe, zur Schaffung eines echten EU-weiten Verteidigungsmarktes beizutragen, der zu einem stärkeren Europa im Bereich Sicherheit und Verteidigung und zur Wettbewerbsfähigkeit der EDTIB beiträgt, und die Anfälligkeit der EU für Cyber- und hybride Angriffe zu verringern, unter anderem durch den Aufbau der Widerstandsfähigkeit und der Fähigkeit der Union, diesen robuster und wirksamer entgegenzutreten. Ein Ziel der Einheit besteht auch darin, die technologische Souveränität der Union und die allgemeine Widerstandsfähigkeit der Verteidigungs- und Technologieindustriebasis der EU (EDTIB) zu stärken, um Schocks in den Lieferketten standhalten und extreme Eventualitäten bewältigen zu können und so zur Verteidigungsbereitschaft der Union und der Mitgliedstaaten beizutragen.</w:t>
          </w:r>
        </w:p>
        <w:p w14:paraId="3862387A" w14:textId="6D67A195" w:rsidR="00803007" w:rsidRDefault="00F61D4B" w:rsidP="00F61D4B">
          <w:pPr>
            <w:rPr>
              <w:b/>
              <w:bCs/>
              <w:lang w:val="en-IE" w:eastAsia="en-GB"/>
            </w:rPr>
          </w:pPr>
          <w:r w:rsidRPr="00F61D4B">
            <w:rPr>
              <w:lang w:val="en-US" w:eastAsia="en-GB"/>
            </w:rPr>
            <w:t>Die Einheit A.3. arbeitet eng und flexibel mit anderen Einheiten der Direktion Verteidigungspolitik zusammen.</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0"/>
          <w:lang w:val="en-US" w:eastAsia="en-GB"/>
        </w:rPr>
        <w:id w:val="-723136291"/>
        <w:placeholder>
          <w:docPart w:val="2D9A90DC0280475D996998F2F9FD95D5"/>
        </w:placeholder>
      </w:sdtPr>
      <w:sdtEndPr/>
      <w:sdtContent>
        <w:p w14:paraId="755231FB" w14:textId="77777777" w:rsidR="00F61D4B" w:rsidRPr="00F61D4B" w:rsidRDefault="00F61D4B" w:rsidP="00F61D4B">
          <w:pPr>
            <w:pStyle w:val="NormalWeb"/>
            <w:rPr>
              <w:b/>
              <w:bCs/>
            </w:rPr>
          </w:pPr>
          <w:r w:rsidRPr="00F61D4B">
            <w:rPr>
              <w:b/>
              <w:bCs/>
            </w:rPr>
            <w:t>Beauftragter für Politik – Verteidigung des Binnenmarktes und hybride Bedrohungen</w:t>
          </w:r>
        </w:p>
        <w:p w14:paraId="67DC1184" w14:textId="77777777" w:rsidR="00F61D4B" w:rsidRPr="00F61D4B" w:rsidRDefault="00F61D4B" w:rsidP="00F61D4B">
          <w:pPr>
            <w:pStyle w:val="NormalWeb"/>
            <w:rPr>
              <w:lang w:val="de-DE"/>
            </w:rPr>
          </w:pPr>
          <w:r w:rsidRPr="00F61D4B">
            <w:rPr>
              <w:lang w:val="de-DE"/>
            </w:rPr>
            <w:t>Seine/ihre Aufgabe wird es sein, zur Gestaltung und Umsetzung der EU-Politik beizutragen, die die Schaffung eines echten europäischen Verteidigungsbinnenmarktes unterstützt und Anreize für die Wettbewerbsfähigkeit und Widerstandsfähigkeit der europäischen Verteidigungsindustrie schafft.</w:t>
          </w:r>
        </w:p>
        <w:p w14:paraId="0098E4D3" w14:textId="77777777" w:rsidR="00F61D4B" w:rsidRPr="00F61D4B" w:rsidRDefault="00F61D4B" w:rsidP="00F61D4B">
          <w:pPr>
            <w:pStyle w:val="NormalWeb"/>
            <w:rPr>
              <w:lang w:val="de-DE"/>
            </w:rPr>
          </w:pPr>
          <w:r w:rsidRPr="00F61D4B">
            <w:rPr>
              <w:lang w:val="de-DE"/>
            </w:rPr>
            <w:t>Unter Berücksichtigung der Besonderheiten des Verteidigungssektors wird er/sie zur Umsetzung und Überprüfung der Richtlinie über die Beschaffung von Verteidigungs- und Sicherheitsgütern (Richtlinie 2009/81/EG) oder/und der Richtlinie über die innergemeinschaftliche Verbringung von Verteidigungsgütern (Richtlinie 2009/43/EG) beitragen, mit dem Ziel, einen besseren Marktzugang für alle EU-Unternehmen, eine umfassendere und reibungslosere grenzüberschreitende Zusammenarbeit, vereinfachte Verfahren und eine höhere Versorgungssicherheit für die Mitgliedstaaten zu erreichen.</w:t>
          </w:r>
        </w:p>
        <w:p w14:paraId="048F2D66" w14:textId="77777777" w:rsidR="00F61D4B" w:rsidRPr="00F61D4B" w:rsidRDefault="00F61D4B" w:rsidP="00F61D4B">
          <w:pPr>
            <w:pStyle w:val="NormalWeb"/>
            <w:rPr>
              <w:lang w:val="de-DE"/>
            </w:rPr>
          </w:pPr>
          <w:r w:rsidRPr="00F61D4B">
            <w:rPr>
              <w:lang w:val="de-DE"/>
            </w:rPr>
            <w:t>Er/sie wird dazu beitragen, die Fähigkeit des Teams zu stärken, analytische und politische Bewertungen im Rahmen der oben genannten Aktivitäten zu erstellen und die Trends, die den europäischen Markt für Verteidigungsgüter beeinflussen, genau zu verfolgen.</w:t>
          </w:r>
        </w:p>
        <w:p w14:paraId="03CD651F" w14:textId="77777777" w:rsidR="00F61D4B" w:rsidRPr="00F61D4B" w:rsidRDefault="00F61D4B" w:rsidP="00F61D4B">
          <w:pPr>
            <w:pStyle w:val="NormalWeb"/>
            <w:rPr>
              <w:lang w:val="de-DE"/>
            </w:rPr>
          </w:pPr>
          <w:r w:rsidRPr="00F61D4B">
            <w:rPr>
              <w:lang w:val="de-DE"/>
            </w:rPr>
            <w:lastRenderedPageBreak/>
            <w:t>Sie/er wird auch die Arbeit der Expertengruppen der Europäischen Kommission für die Beschaffung von Verteidigungs- und Sicherheitsgütern oder/und für die innergemeinschaftliche Verbringung von Verteidigungsgütern verfolgen und daran teilnehmen. Sie/er wird mit verschiedenen Akteuren in mehreren Sektoren zusammenarbeiten, darunter andere Kommissionsdienststellen, Mitgliedstaaten, der Auswärtige Dienst, die NATO, EDA-Privatunternehmen und internationale Partner.</w:t>
          </w:r>
        </w:p>
        <w:p w14:paraId="19F7FAB3" w14:textId="7D993411" w:rsidR="00D140D9" w:rsidRPr="00F61D4B" w:rsidRDefault="00F61D4B" w:rsidP="00F61D4B">
          <w:pPr>
            <w:pStyle w:val="NormalWeb"/>
            <w:rPr>
              <w:lang w:val="de-DE"/>
            </w:rPr>
          </w:pPr>
          <w:r w:rsidRPr="00F61D4B">
            <w:rPr>
              <w:lang w:val="de-DE"/>
            </w:rPr>
            <w:t>Sie/er kann auch an der Verfolgung der wichtigsten Trends beteiligt sein, die den Verteidigungssektor innerhalb der EU und international beeinflussen. Sie/er wird an der Entwicklung von EU-Initiativen zur Unterstützung der Anpassung der EU-Verteidigungsindustrie an die neue Sicherheitslage und die sich entwickelnden Bedrohungen beteiligt sein. Sie/er kann auch an der Arbeit im Zusammenhang mit dem Ökosystem für Luft- und Raumfahrt und Verteidigung teilnehmen, einschließlich der Weiterverfolgung wichtiger EU-Politikinitiativen, die sich auf den Verteidigungssektor auswirken.</w:t>
          </w:r>
        </w:p>
        <w:p w14:paraId="12B9C59B" w14:textId="0C7A12EB" w:rsidR="00803007" w:rsidRPr="009F216F" w:rsidRDefault="003065DF" w:rsidP="00803007">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3983B81A1BF84297844D1207BAC4309B"/>
            </w:placeholder>
          </w:sdtPr>
          <w:sdtEndPr/>
          <w:sdtContent>
            <w:p w14:paraId="74118F82" w14:textId="77777777" w:rsidR="00F61D4B" w:rsidRDefault="00F61D4B" w:rsidP="00F61D4B">
              <w:pPr>
                <w:spacing w:after="0"/>
                <w:rPr>
                  <w:lang w:eastAsia="en-GB"/>
                </w:rPr>
              </w:pPr>
              <w:r w:rsidRPr="00F61D4B">
                <w:rPr>
                  <w:lang w:eastAsia="en-GB"/>
                </w:rPr>
                <w:t>Ein dynamischer, motivierter und enthusiastischer Kollege mit Erfahrung insbesondere in der Beschaffung von Verteidigungs- und Sicherheitsgütern oder/und im innergemeinschaftlichen Transfer von Verteidigungsgütern.</w:t>
              </w:r>
            </w:p>
            <w:p w14:paraId="62E4BFB5" w14:textId="77777777" w:rsidR="00F61D4B" w:rsidRPr="00F61D4B" w:rsidRDefault="00F61D4B" w:rsidP="00F61D4B">
              <w:pPr>
                <w:spacing w:after="0"/>
                <w:rPr>
                  <w:lang w:eastAsia="en-GB"/>
                </w:rPr>
              </w:pPr>
            </w:p>
            <w:p w14:paraId="60BB735F" w14:textId="77777777" w:rsidR="00F61D4B" w:rsidRPr="00F61D4B" w:rsidRDefault="00F61D4B" w:rsidP="00F61D4B">
              <w:pPr>
                <w:spacing w:after="0"/>
                <w:rPr>
                  <w:lang w:eastAsia="en-GB"/>
                </w:rPr>
              </w:pPr>
              <w:r w:rsidRPr="00F61D4B">
                <w:rPr>
                  <w:lang w:eastAsia="en-GB"/>
                </w:rPr>
                <w:t xml:space="preserve">Der erfolgreiche Bewerber sollte über ausgeprägte analytische Fähigkeiten sowie über Erfahrung in der Politikgestaltung verfügen. Er/sie sollte die Fähigkeit haben, proaktiv zu arbeiten, über sehr gute Kommunikationsfähigkeiten verfügen und in der Lage sein, konstruktive Arbeitsbeziehungen zu anderen Kommissionsdienststellen, dem EAD, der EDA und zu externen Interessengruppen (Mitgliedstaaten, Industrie, NATO) aufzubauen und zu pflegen. </w:t>
              </w:r>
            </w:p>
            <w:p w14:paraId="1DAC0F85" w14:textId="77777777" w:rsidR="00F61D4B" w:rsidRDefault="00F61D4B" w:rsidP="00F61D4B">
              <w:pPr>
                <w:spacing w:after="0"/>
                <w:rPr>
                  <w:lang w:eastAsia="en-GB"/>
                </w:rPr>
              </w:pPr>
            </w:p>
            <w:p w14:paraId="1245FB2D" w14:textId="6FE41FFD" w:rsidR="00F61D4B" w:rsidRPr="00F61D4B" w:rsidRDefault="00F61D4B" w:rsidP="00F61D4B">
              <w:pPr>
                <w:spacing w:after="0"/>
                <w:rPr>
                  <w:lang w:eastAsia="en-GB"/>
                </w:rPr>
              </w:pPr>
              <w:r w:rsidRPr="00F61D4B">
                <w:rPr>
                  <w:lang w:eastAsia="en-GB"/>
                </w:rPr>
                <w:t xml:space="preserve">Der Bewerber sollte insbesondere Folgendes mitbringen: </w:t>
              </w:r>
            </w:p>
            <w:p w14:paraId="524FFED5" w14:textId="77777777" w:rsidR="00F61D4B" w:rsidRDefault="00F61D4B" w:rsidP="00F61D4B">
              <w:pPr>
                <w:spacing w:after="0"/>
                <w:rPr>
                  <w:lang w:eastAsia="en-GB"/>
                </w:rPr>
              </w:pPr>
            </w:p>
            <w:p w14:paraId="21C1A3E6" w14:textId="6CDC164A" w:rsidR="00F61D4B" w:rsidRPr="00F61D4B" w:rsidRDefault="00F61D4B" w:rsidP="00F61D4B">
              <w:pPr>
                <w:spacing w:after="0"/>
                <w:rPr>
                  <w:lang w:eastAsia="en-GB"/>
                </w:rPr>
              </w:pPr>
              <w:r w:rsidRPr="00F61D4B">
                <w:rPr>
                  <w:lang w:eastAsia="en-GB"/>
                </w:rPr>
                <w:t>- Berufserfahrung im Bereich Verteidigungspolitik, einschließlich der Gestaltung verteidigungspolitischer Initiativen auf EU- oder nationaler Ebene und/oder der Umsetzung von Vorschriften für den Verteidigungssektor, insbesondere in den Bereichen Beschaffung von Verteidigungsgütern oder/und innergemeinschaftliche Verbringung von Verteidigungsgütern;</w:t>
              </w:r>
            </w:p>
            <w:p w14:paraId="50053F5C" w14:textId="77777777" w:rsidR="00F61D4B" w:rsidRDefault="00F61D4B" w:rsidP="00F61D4B">
              <w:pPr>
                <w:spacing w:after="0"/>
                <w:rPr>
                  <w:lang w:eastAsia="en-GB"/>
                </w:rPr>
              </w:pPr>
            </w:p>
            <w:p w14:paraId="1CB96B06" w14:textId="61F00539" w:rsidR="00F61D4B" w:rsidRPr="00F61D4B" w:rsidRDefault="00F61D4B" w:rsidP="00F61D4B">
              <w:pPr>
                <w:spacing w:after="0"/>
                <w:rPr>
                  <w:lang w:eastAsia="en-GB"/>
                </w:rPr>
              </w:pPr>
              <w:r w:rsidRPr="00F61D4B">
                <w:rPr>
                  <w:lang w:eastAsia="en-GB"/>
                </w:rPr>
                <w:t xml:space="preserve">- Erfahrung in der Konzeption und/oder Entwicklung von Initiativen in den Bereichen Beschaffung von Verteidigungsgütern oder/und innergemeinschaftliche Verbringung von Verteidigungsgütern; </w:t>
              </w:r>
            </w:p>
            <w:p w14:paraId="1FF0237A" w14:textId="77777777" w:rsidR="00F61D4B" w:rsidRDefault="00F61D4B" w:rsidP="00F61D4B">
              <w:pPr>
                <w:spacing w:after="0"/>
                <w:rPr>
                  <w:lang w:eastAsia="en-GB"/>
                </w:rPr>
              </w:pPr>
            </w:p>
            <w:p w14:paraId="104B8F10" w14:textId="745C9C96" w:rsidR="00F61D4B" w:rsidRPr="00F61D4B" w:rsidRDefault="00F61D4B" w:rsidP="00F61D4B">
              <w:pPr>
                <w:spacing w:after="0"/>
                <w:rPr>
                  <w:lang w:eastAsia="en-GB"/>
                </w:rPr>
              </w:pPr>
              <w:r w:rsidRPr="00F61D4B">
                <w:rPr>
                  <w:lang w:eastAsia="en-GB"/>
                </w:rPr>
                <w:t>- Ausgeprägte analytische Fähigkeiten in Bezug auf Themen im Zusammenhang mit dem europäischen Markt für Verteidigungsgüter und insbesondere in den Bereichen Beschaffung von Verteidigungsgütern oder/und innergemeinschaftliche Verbringung von Verteidigungsgütern;</w:t>
              </w:r>
            </w:p>
            <w:p w14:paraId="08EE8F56" w14:textId="77777777" w:rsidR="00F61D4B" w:rsidRDefault="00F61D4B" w:rsidP="00F61D4B">
              <w:pPr>
                <w:spacing w:after="0"/>
                <w:rPr>
                  <w:lang w:eastAsia="en-GB"/>
                </w:rPr>
              </w:pPr>
            </w:p>
            <w:p w14:paraId="3DBC1009" w14:textId="5A8DB1E5" w:rsidR="00F61D4B" w:rsidRPr="00F61D4B" w:rsidRDefault="00F61D4B" w:rsidP="00F61D4B">
              <w:pPr>
                <w:spacing w:after="0"/>
                <w:rPr>
                  <w:lang w:eastAsia="en-GB"/>
                </w:rPr>
              </w:pPr>
              <w:r w:rsidRPr="00F61D4B">
                <w:rPr>
                  <w:lang w:eastAsia="en-GB"/>
                </w:rPr>
                <w:t>- Gute Kenntnisse des EU-Verteidigungssektors und des Verteidigungsmarktes sowie der Verteidigungspolitik auf EU- und/oder Mitgliedstaatsebene sind von Vorteil;</w:t>
              </w:r>
            </w:p>
            <w:p w14:paraId="15315727" w14:textId="77777777" w:rsidR="00F61D4B" w:rsidRDefault="00F61D4B" w:rsidP="00F61D4B">
              <w:pPr>
                <w:spacing w:after="0"/>
                <w:rPr>
                  <w:lang w:eastAsia="en-GB"/>
                </w:rPr>
              </w:pPr>
            </w:p>
            <w:p w14:paraId="72BFFE16" w14:textId="42FD945C" w:rsidR="00F61D4B" w:rsidRPr="00F61D4B" w:rsidRDefault="00F61D4B" w:rsidP="00F61D4B">
              <w:pPr>
                <w:spacing w:after="0"/>
                <w:rPr>
                  <w:lang w:eastAsia="en-GB"/>
                </w:rPr>
              </w:pPr>
              <w:r w:rsidRPr="00F61D4B">
                <w:rPr>
                  <w:lang w:eastAsia="en-GB"/>
                </w:rPr>
                <w:t>- Ausgeprägte (schriftliche und mündliche) Kommunikationsfähigkeiten für die Ausarbeitung von Strategien und die Einbindung von Interessengruppen;</w:t>
              </w:r>
            </w:p>
            <w:p w14:paraId="4A838382" w14:textId="77777777" w:rsidR="00F61D4B" w:rsidRDefault="00F61D4B" w:rsidP="00F61D4B">
              <w:pPr>
                <w:spacing w:after="0"/>
                <w:rPr>
                  <w:lang w:eastAsia="en-GB"/>
                </w:rPr>
              </w:pPr>
              <w:r w:rsidRPr="00F61D4B">
                <w:rPr>
                  <w:lang w:eastAsia="en-GB"/>
                </w:rPr>
                <w:lastRenderedPageBreak/>
                <w:t>- Fähigkeit, effektiv und im Team mit verschiedenen Gruppen zu arbeiten und starke Netzwerke aufzubauen;</w:t>
              </w:r>
            </w:p>
            <w:p w14:paraId="2FB528FD" w14:textId="77777777" w:rsidR="00F61D4B" w:rsidRPr="00F61D4B" w:rsidRDefault="00F61D4B" w:rsidP="00F61D4B">
              <w:pPr>
                <w:spacing w:after="0"/>
                <w:rPr>
                  <w:lang w:eastAsia="en-GB"/>
                </w:rPr>
              </w:pPr>
            </w:p>
            <w:p w14:paraId="3258F343" w14:textId="77777777" w:rsidR="00F61D4B" w:rsidRPr="00F61D4B" w:rsidRDefault="00F61D4B" w:rsidP="00F61D4B">
              <w:pPr>
                <w:spacing w:after="0"/>
                <w:rPr>
                  <w:lang w:eastAsia="en-GB"/>
                </w:rPr>
              </w:pPr>
              <w:r w:rsidRPr="00F61D4B">
                <w:rPr>
                  <w:lang w:eastAsia="en-GB"/>
                </w:rPr>
                <w:t>- Fähigkeit, zukünftige Herausforderungen zu antizipieren und Notfälle zu bewältigen, einschließlich der Schadensbegrenzung.</w:t>
              </w:r>
            </w:p>
            <w:p w14:paraId="0F00B111" w14:textId="77777777" w:rsidR="00F61D4B" w:rsidRPr="003065DF" w:rsidRDefault="00F61D4B" w:rsidP="00F61D4B">
              <w:pPr>
                <w:spacing w:after="0"/>
                <w:rPr>
                  <w:lang w:eastAsia="en-GB"/>
                </w:rPr>
              </w:pPr>
            </w:p>
            <w:p w14:paraId="19790D6F" w14:textId="53F23C50" w:rsidR="00F61D4B" w:rsidRPr="00F61D4B" w:rsidRDefault="00F61D4B" w:rsidP="00F61D4B">
              <w:pPr>
                <w:spacing w:after="0"/>
                <w:rPr>
                  <w:u w:val="single"/>
                  <w:lang w:val="en-US" w:eastAsia="en-GB"/>
                </w:rPr>
              </w:pPr>
              <w:r w:rsidRPr="00F61D4B">
                <w:rPr>
                  <w:u w:val="single"/>
                  <w:lang w:val="en-US" w:eastAsia="en-GB"/>
                </w:rPr>
                <w:t>Für die Ausübung der Tätigkeit erforderliche Sprache(n)</w:t>
              </w:r>
            </w:p>
            <w:p w14:paraId="0CEE2C95" w14:textId="77777777" w:rsidR="00F61D4B" w:rsidRDefault="00F61D4B" w:rsidP="00F61D4B">
              <w:pPr>
                <w:spacing w:after="0"/>
                <w:rPr>
                  <w:lang w:val="en-US" w:eastAsia="en-GB"/>
                </w:rPr>
              </w:pPr>
            </w:p>
            <w:p w14:paraId="540528B9" w14:textId="28959126" w:rsidR="00F61D4B" w:rsidRPr="00F61D4B" w:rsidRDefault="00F61D4B" w:rsidP="00F61D4B">
              <w:pPr>
                <w:spacing w:after="0"/>
                <w:rPr>
                  <w:lang w:val="en-US" w:eastAsia="en-GB"/>
                </w:rPr>
              </w:pPr>
              <w:r w:rsidRPr="00F61D4B">
                <w:rPr>
                  <w:lang w:val="en-US" w:eastAsia="en-GB"/>
                </w:rPr>
                <w:t>Für die Ausübung der Tätigkeit und die effiziente Kommunikation mit internen und externen Interessengruppen sind gute Englischkenntnisse unerlässlich.</w:t>
              </w:r>
            </w:p>
            <w:p w14:paraId="7E833F06" w14:textId="77777777" w:rsidR="00F61D4B" w:rsidRDefault="00F61D4B" w:rsidP="00F61D4B">
              <w:pPr>
                <w:spacing w:after="0"/>
                <w:rPr>
                  <w:lang w:val="en-US" w:eastAsia="en-GB"/>
                </w:rPr>
              </w:pPr>
            </w:p>
            <w:p w14:paraId="022B2575" w14:textId="24585DB2" w:rsidR="00DB27BD" w:rsidRPr="00F61D4B" w:rsidRDefault="00F61D4B" w:rsidP="00F61D4B">
              <w:pPr>
                <w:spacing w:after="0"/>
                <w:rPr>
                  <w:lang w:val="en-US" w:eastAsia="en-GB"/>
                </w:rPr>
              </w:pPr>
              <w:r w:rsidRPr="00F61D4B">
                <w:rPr>
                  <w:lang w:val="en-US" w:eastAsia="en-GB"/>
                </w:rPr>
                <w:t>Für die Stelle ist eine gültige Sicherheitsermächtigung (PSC) auf der Ebene SECRET UE/EU SECRET erforderlich. Der erfolgreiche Bewerber muss sich einer Sicherheitsüberprüfung unterziehen, wenn er noch nicht über eine Sicherheitsermächtigung auf der entsprechenden Ebene (EU-Geheim) verfügt, gemäß den einschlägigen Sicherheitsbestimmungen.</w:t>
              </w:r>
            </w:p>
          </w:sdtContent>
        </w:sdt>
        <w:p w14:paraId="2A0F153A" w14:textId="4C48A3FD" w:rsidR="009321C6" w:rsidRPr="009F216F" w:rsidRDefault="003065DF"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0054"/>
    <w:rsid w:val="000331EC"/>
    <w:rsid w:val="000D7B5E"/>
    <w:rsid w:val="001203F8"/>
    <w:rsid w:val="002A2ADC"/>
    <w:rsid w:val="002C08B7"/>
    <w:rsid w:val="002C5752"/>
    <w:rsid w:val="002D5EC3"/>
    <w:rsid w:val="002F7504"/>
    <w:rsid w:val="003065DF"/>
    <w:rsid w:val="00324D8D"/>
    <w:rsid w:val="0035094A"/>
    <w:rsid w:val="00355EE1"/>
    <w:rsid w:val="003874E2"/>
    <w:rsid w:val="0039387D"/>
    <w:rsid w:val="00394A86"/>
    <w:rsid w:val="003B2E38"/>
    <w:rsid w:val="004D75AF"/>
    <w:rsid w:val="00546DB1"/>
    <w:rsid w:val="005A78F5"/>
    <w:rsid w:val="006243BB"/>
    <w:rsid w:val="00676119"/>
    <w:rsid w:val="006A7077"/>
    <w:rsid w:val="006F44C9"/>
    <w:rsid w:val="00767E7E"/>
    <w:rsid w:val="007716E4"/>
    <w:rsid w:val="00785A3F"/>
    <w:rsid w:val="00795C41"/>
    <w:rsid w:val="007A795D"/>
    <w:rsid w:val="007A7CF4"/>
    <w:rsid w:val="007B514A"/>
    <w:rsid w:val="007C07D8"/>
    <w:rsid w:val="007D0EC6"/>
    <w:rsid w:val="0080168A"/>
    <w:rsid w:val="00803007"/>
    <w:rsid w:val="008102E0"/>
    <w:rsid w:val="0089735C"/>
    <w:rsid w:val="008A2065"/>
    <w:rsid w:val="008D52CF"/>
    <w:rsid w:val="009321C6"/>
    <w:rsid w:val="009442BE"/>
    <w:rsid w:val="009F216F"/>
    <w:rsid w:val="00AB56F9"/>
    <w:rsid w:val="00AC5FF8"/>
    <w:rsid w:val="00AE6941"/>
    <w:rsid w:val="00B73B91"/>
    <w:rsid w:val="00BF6139"/>
    <w:rsid w:val="00C07259"/>
    <w:rsid w:val="00C25C78"/>
    <w:rsid w:val="00C27C81"/>
    <w:rsid w:val="00CD33B4"/>
    <w:rsid w:val="00D140D9"/>
    <w:rsid w:val="00D605F4"/>
    <w:rsid w:val="00DA711C"/>
    <w:rsid w:val="00DB27BD"/>
    <w:rsid w:val="00E01792"/>
    <w:rsid w:val="00E35460"/>
    <w:rsid w:val="00E86E43"/>
    <w:rsid w:val="00EB3060"/>
    <w:rsid w:val="00EC5C6B"/>
    <w:rsid w:val="00ED6452"/>
    <w:rsid w:val="00F20339"/>
    <w:rsid w:val="00F60E71"/>
    <w:rsid w:val="00F61D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ListParagraph2">
    <w:name w:val="P68B1DB1-ListParagraph2"/>
    <w:basedOn w:val="ListParagraph"/>
    <w:rsid w:val="00DB27BD"/>
    <w:pPr>
      <w:spacing w:after="200" w:line="276" w:lineRule="auto"/>
      <w:jc w:val="left"/>
    </w:pPr>
    <w:rPr>
      <w:rFonts w:eastAsiaTheme="minorHAnsi"/>
      <w:lang w:val="de"/>
    </w:rPr>
  </w:style>
  <w:style w:type="paragraph" w:styleId="ListParagraph">
    <w:name w:val="List Paragraph"/>
    <w:basedOn w:val="Normal"/>
    <w:semiHidden/>
    <w:locked/>
    <w:rsid w:val="00DB27BD"/>
    <w:pPr>
      <w:ind w:left="720"/>
      <w:contextualSpacing/>
    </w:pPr>
  </w:style>
  <w:style w:type="paragraph" w:customStyle="1" w:styleId="P68B1DB1-Normal3">
    <w:name w:val="P68B1DB1-Normal3"/>
    <w:basedOn w:val="Normal"/>
    <w:rsid w:val="00DB27BD"/>
    <w:rPr>
      <w:u w:val="single"/>
      <w:lang w:val="de"/>
    </w:rPr>
  </w:style>
  <w:style w:type="paragraph" w:styleId="NormalWeb">
    <w:name w:val="Normal (Web)"/>
    <w:basedOn w:val="Normal"/>
    <w:uiPriority w:val="99"/>
    <w:semiHidden/>
    <w:unhideWhenUsed/>
    <w:locked/>
    <w:rsid w:val="00D140D9"/>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334889">
      <w:bodyDiv w:val="1"/>
      <w:marLeft w:val="0"/>
      <w:marRight w:val="0"/>
      <w:marTop w:val="0"/>
      <w:marBottom w:val="0"/>
      <w:divBdr>
        <w:top w:val="none" w:sz="0" w:space="0" w:color="auto"/>
        <w:left w:val="none" w:sz="0" w:space="0" w:color="auto"/>
        <w:bottom w:val="none" w:sz="0" w:space="0" w:color="auto"/>
        <w:right w:val="none" w:sz="0" w:space="0" w:color="auto"/>
      </w:divBdr>
    </w:div>
    <w:div w:id="776873653">
      <w:bodyDiv w:val="1"/>
      <w:marLeft w:val="0"/>
      <w:marRight w:val="0"/>
      <w:marTop w:val="0"/>
      <w:marBottom w:val="0"/>
      <w:divBdr>
        <w:top w:val="none" w:sz="0" w:space="0" w:color="auto"/>
        <w:left w:val="none" w:sz="0" w:space="0" w:color="auto"/>
        <w:bottom w:val="none" w:sz="0" w:space="0" w:color="auto"/>
        <w:right w:val="none" w:sz="0" w:space="0" w:color="auto"/>
      </w:divBdr>
    </w:div>
    <w:div w:id="1310938014">
      <w:bodyDiv w:val="1"/>
      <w:marLeft w:val="0"/>
      <w:marRight w:val="0"/>
      <w:marTop w:val="0"/>
      <w:marBottom w:val="0"/>
      <w:divBdr>
        <w:top w:val="none" w:sz="0" w:space="0" w:color="auto"/>
        <w:left w:val="none" w:sz="0" w:space="0" w:color="auto"/>
        <w:bottom w:val="none" w:sz="0" w:space="0" w:color="auto"/>
        <w:right w:val="none" w:sz="0" w:space="0" w:color="auto"/>
      </w:divBdr>
    </w:div>
    <w:div w:id="1470170565">
      <w:bodyDiv w:val="1"/>
      <w:marLeft w:val="0"/>
      <w:marRight w:val="0"/>
      <w:marTop w:val="0"/>
      <w:marBottom w:val="0"/>
      <w:divBdr>
        <w:top w:val="none" w:sz="0" w:space="0" w:color="auto"/>
        <w:left w:val="none" w:sz="0" w:space="0" w:color="auto"/>
        <w:bottom w:val="none" w:sz="0" w:space="0" w:color="auto"/>
        <w:right w:val="none" w:sz="0" w:space="0" w:color="auto"/>
      </w:divBdr>
    </w:div>
    <w:div w:id="1995378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D44A7E357164B3EB2548208A736FBDB"/>
        <w:category>
          <w:name w:val="General"/>
          <w:gallery w:val="placeholder"/>
        </w:category>
        <w:types>
          <w:type w:val="bbPlcHdr"/>
        </w:types>
        <w:behaviors>
          <w:behavior w:val="content"/>
        </w:behaviors>
        <w:guid w:val="{A0E16CFE-EE72-4B34-B51E-40FD353417E9}"/>
      </w:docPartPr>
      <w:docPartBody>
        <w:p w:rsidR="00CC6103" w:rsidRDefault="00CC6103" w:rsidP="00CC6103">
          <w:pPr>
            <w:pStyle w:val="4D44A7E357164B3EB2548208A736FBDB"/>
          </w:pPr>
          <w:r>
            <w:rPr>
              <w:rStyle w:val="PlaceholderText"/>
            </w:rPr>
            <w:t>Klicken oder schreiben Sie hier, um Text einzugeben.</w:t>
          </w:r>
        </w:p>
      </w:docPartBody>
    </w:docPart>
    <w:docPart>
      <w:docPartPr>
        <w:name w:val="3983B81A1BF84297844D1207BAC4309B"/>
        <w:category>
          <w:name w:val="General"/>
          <w:gallery w:val="placeholder"/>
        </w:category>
        <w:types>
          <w:type w:val="bbPlcHdr"/>
        </w:types>
        <w:behaviors>
          <w:behavior w:val="content"/>
        </w:behaviors>
        <w:guid w:val="{8B0A0249-1F2A-44EF-97E0-C65D32410E4C}"/>
      </w:docPartPr>
      <w:docPartBody>
        <w:p w:rsidR="00CC6103" w:rsidRDefault="00CC6103" w:rsidP="00CC6103">
          <w:pPr>
            <w:pStyle w:val="3983B81A1BF84297844D1207BAC4309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A2ADC"/>
    <w:rsid w:val="002C08B7"/>
    <w:rsid w:val="00355EE1"/>
    <w:rsid w:val="0056186B"/>
    <w:rsid w:val="005A78F5"/>
    <w:rsid w:val="00723B02"/>
    <w:rsid w:val="00897026"/>
    <w:rsid w:val="008A7C76"/>
    <w:rsid w:val="008C406B"/>
    <w:rsid w:val="008D04E3"/>
    <w:rsid w:val="00A71FAD"/>
    <w:rsid w:val="00AF55AD"/>
    <w:rsid w:val="00B21BDA"/>
    <w:rsid w:val="00CC6103"/>
    <w:rsid w:val="00CD45D1"/>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D45D1"/>
    <w:rPr>
      <w:color w:val="288061"/>
    </w:rPr>
  </w:style>
  <w:style w:type="paragraph" w:customStyle="1" w:styleId="3F8B7399541147C1B1E84701FCECAED2">
    <w:name w:val="3F8B7399541147C1B1E84701FCECAED2"/>
    <w:rsid w:val="00A71FAD"/>
  </w:style>
  <w:style w:type="paragraph" w:customStyle="1" w:styleId="4D44A7E357164B3EB2548208A736FBDB">
    <w:name w:val="4D44A7E357164B3EB2548208A736FBDB"/>
    <w:rsid w:val="00CC6103"/>
    <w:rPr>
      <w:kern w:val="2"/>
      <w14:ligatures w14:val="standardContextual"/>
    </w:rPr>
  </w:style>
  <w:style w:type="paragraph" w:customStyle="1" w:styleId="3983B81A1BF84297844D1207BAC4309B">
    <w:name w:val="3983B81A1BF84297844D1207BAC4309B"/>
    <w:rsid w:val="00CC6103"/>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1FD2530-3D17-4518-A126-5B6543CC683D}"/>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264AC718-AF23-442A-92F5-08EA22515F3E}">
  <ds:schemaRefs>
    <ds:schemaRef ds:uri="08927195-b699-4be0-9ee2-6c66dc215b5a"/>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a41a97bf-0494-41d8-ba3d-259bd7771890"/>
    <ds:schemaRef ds:uri="http://schemas.microsoft.com/sharepoint/v3/fields"/>
    <ds:schemaRef ds:uri="1929b814-5a78-4bdc-9841-d8b9ef424f65"/>
    <ds:schemaRef ds:uri="http://purl.org/dc/terms/"/>
    <ds:schemaRef ds:uri="30c666ed-fe46-43d6-bf30-6de2567680e6"/>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1779</Words>
  <Characters>10144</Characters>
  <Application>Microsoft Office Word</Application>
  <DocSecurity>0</DocSecurity>
  <PresentationFormat>Microsoft Word 14.0</PresentationFormat>
  <Lines>84</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2025-05-08T17:45:00Z</dcterms:created>
  <dcterms:modified xsi:type="dcterms:W3CDTF">2025-05-13T12:53:00Z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